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72409" w:rsidR="00090553" w:rsidP="00090553" w:rsidRDefault="00090553" w14:paraId="304846D8" w14:textId="77777777">
      <w:pPr>
        <w:tabs>
          <w:tab w:val="left" w:pos="2618"/>
          <w:tab w:val="right" w:pos="8789"/>
        </w:tabs>
        <w:spacing w:line="360" w:lineRule="auto"/>
        <w:jc w:val="left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</w:r>
      <w:r w:rsidRPr="00772409">
        <w:rPr>
          <w:rFonts w:cs="Arial"/>
        </w:rPr>
        <w:t xml:space="preserve">Opole, </w:t>
      </w:r>
      <w:r w:rsidRPr="00772409">
        <w:rPr>
          <w:rFonts w:cs="Arial"/>
        </w:rPr>
        <w:fldChar w:fldCharType="begin"/>
      </w:r>
      <w:r w:rsidRPr="00772409">
        <w:rPr>
          <w:rFonts w:cs="Arial"/>
        </w:rPr>
        <w:instrText xml:space="preserve"> DOCPROPERTY  AktualnaData  \* MERGEFORMAT </w:instrText>
      </w:r>
      <w:r w:rsidRPr="00772409">
        <w:rPr>
          <w:rFonts w:cs="Arial"/>
        </w:rPr>
        <w:fldChar w:fldCharType="separate"/>
      </w:r>
      <w:r w:rsidRPr="00772409">
        <w:rPr>
          <w:rFonts w:cs="Arial"/>
        </w:rPr>
        <w:t>2025-08-18</w:t>
      </w:r>
      <w:r w:rsidRPr="00772409">
        <w:rPr>
          <w:rFonts w:cs="Arial"/>
        </w:rPr>
        <w:fldChar w:fldCharType="end"/>
      </w:r>
    </w:p>
    <w:p w:rsidRPr="00772409" w:rsidR="00090553" w:rsidP="00090553" w:rsidRDefault="00090553" w14:paraId="5FD28CAE" w14:textId="77777777">
      <w:pPr>
        <w:tabs>
          <w:tab w:val="right" w:pos="8789"/>
        </w:tabs>
        <w:spacing w:line="360" w:lineRule="auto"/>
        <w:jc w:val="left"/>
        <w:rPr>
          <w:rFonts w:cs="Arial"/>
        </w:rPr>
      </w:pPr>
      <w:r w:rsidRPr="00772409">
        <w:rPr>
          <w:rFonts w:cs="Arial"/>
        </w:rPr>
        <w:fldChar w:fldCharType="begin"/>
      </w:r>
      <w:r w:rsidRPr="00772409">
        <w:rPr>
          <w:rFonts w:cs="Arial"/>
        </w:rPr>
        <w:instrText xml:space="preserve"> DOCPROPERTY  KodKreskowy  \* MERGEFORMAT </w:instrText>
      </w:r>
      <w:r w:rsidRPr="00772409">
        <w:rPr>
          <w:rFonts w:cs="Arial"/>
        </w:rPr>
        <w:fldChar w:fldCharType="separate"/>
      </w:r>
      <w:r w:rsidRPr="00772409">
        <w:rPr>
          <w:rFonts w:cs="Arial"/>
        </w:rPr>
        <w:fldChar w:fldCharType="end"/>
      </w:r>
      <w:r>
        <w:pict>
          <v:shapetype id="_x0000_t75" coordsize="21600,21600" filled="false" stroked="false" o:spt="75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rue" o:connecttype="rect" o:extrusionok="false"/>
            <o:lock v:ext="edit" aspectratio="true"/>
          </v:shapetype>
          <v:shape id="_x0000_i1025" style="width:145.0pt;height:30.0pt" type="#_x0000_t75">
            <v:imagedata o:title="code" r:id="R5d138681e52d45b3"/>
          </v:shape>
        </w:pict>
      </w:r>
    </w:p>
    <w:p w:rsidRPr="00772409" w:rsidR="00090553" w:rsidP="00090553" w:rsidRDefault="00090553" w14:paraId="2B6BE29A" w14:textId="77777777">
      <w:pPr>
        <w:tabs>
          <w:tab w:val="right" w:pos="8789"/>
        </w:tabs>
        <w:spacing w:line="360" w:lineRule="auto"/>
        <w:jc w:val="left"/>
        <w:rPr>
          <w:rFonts w:cs="Arial"/>
        </w:rPr>
      </w:pPr>
      <w:r w:rsidRPr="00772409">
        <w:rPr>
          <w:rFonts w:cs="Arial"/>
        </w:rPr>
        <w:t xml:space="preserve">UNP: </w:t>
      </w:r>
      <w:r w:rsidRPr="00772409">
        <w:rPr>
          <w:rFonts w:cs="Arial"/>
        </w:rPr>
        <w:fldChar w:fldCharType="begin"/>
      </w:r>
      <w:r w:rsidRPr="00772409">
        <w:rPr>
          <w:rFonts w:cs="Arial"/>
        </w:rPr>
        <w:instrText xml:space="preserve"> DOCPROPERTY  UNPPisma  \* MERGEFORMAT </w:instrText>
      </w:r>
      <w:r w:rsidRPr="00772409">
        <w:rPr>
          <w:rFonts w:cs="Arial"/>
        </w:rPr>
        <w:fldChar w:fldCharType="separate"/>
      </w:r>
      <w:r w:rsidRPr="00772409">
        <w:rPr>
          <w:rFonts w:cs="Arial"/>
        </w:rPr>
        <w:t>OP-25-17691</w:t>
      </w:r>
      <w:r w:rsidRPr="00772409">
        <w:rPr>
          <w:rFonts w:cs="Arial"/>
        </w:rPr>
        <w:fldChar w:fldCharType="end"/>
      </w:r>
    </w:p>
    <w:bookmarkStart w:name="Start" w:id="0"/>
    <w:bookmarkEnd w:id="0"/>
    <w:p w:rsidRPr="00772409" w:rsidR="00090553" w:rsidP="00741308" w:rsidRDefault="00090553" w14:paraId="26620DCD" w14:textId="4C11A930">
      <w:pPr>
        <w:tabs>
          <w:tab w:val="right" w:pos="8789"/>
        </w:tabs>
        <w:spacing w:after="200" w:line="276" w:lineRule="auto"/>
        <w:jc w:val="left"/>
        <w:rPr>
          <w:rFonts w:cs="Arial"/>
        </w:rPr>
      </w:pPr>
      <w:r w:rsidRPr="00772409">
        <w:rPr>
          <w:rFonts w:cs="Arial"/>
        </w:rPr>
        <w:fldChar w:fldCharType="begin"/>
      </w:r>
      <w:r w:rsidRPr="00772409">
        <w:rPr>
          <w:rFonts w:cs="Arial"/>
        </w:rPr>
        <w:instrText xml:space="preserve"> DOCPROPERTY  ZnakPisma  \* MERGEFORMAT </w:instrText>
      </w:r>
      <w:r w:rsidRPr="00772409">
        <w:rPr>
          <w:rFonts w:cs="Arial"/>
        </w:rPr>
        <w:fldChar w:fldCharType="separate"/>
      </w:r>
      <w:r w:rsidRPr="00772409">
        <w:rPr>
          <w:rFonts w:cs="Arial"/>
        </w:rPr>
        <w:t>OP-PORA-A.213.13.2025.1</w:t>
      </w:r>
      <w:r w:rsidRPr="00772409">
        <w:rPr>
          <w:rFonts w:cs="Arial"/>
        </w:rPr>
        <w:fldChar w:fldCharType="end"/>
      </w:r>
    </w:p>
    <w:p w:rsidR="00BC7119" w:rsidP="00741308" w:rsidRDefault="00BC7119" w14:paraId="7C63DC9D" w14:textId="77777777">
      <w:pPr>
        <w:jc w:val="center"/>
        <w:rPr>
          <w:rFonts w:ascii="Times New Roman" w:hAnsi="Times New Roman"/>
          <w:b/>
          <w:szCs w:val="22"/>
        </w:rPr>
      </w:pPr>
    </w:p>
    <w:p w:rsidRPr="00D0469C" w:rsidR="00741308" w:rsidP="00741308" w:rsidRDefault="00741308" w14:paraId="775E451A" w14:textId="19F2383B">
      <w:pPr>
        <w:jc w:val="center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Państwowa Inspekcja Pracy Okręgowy Inspektorat Pracy w Opolu</w:t>
      </w:r>
    </w:p>
    <w:p w:rsidRPr="00D0469C" w:rsidR="00741308" w:rsidP="00741308" w:rsidRDefault="00741308" w14:paraId="768DE1BD" w14:textId="77777777">
      <w:pPr>
        <w:jc w:val="center"/>
        <w:rPr>
          <w:rFonts w:ascii="Times New Roman" w:hAnsi="Times New Roman"/>
          <w:b/>
          <w:szCs w:val="22"/>
        </w:rPr>
      </w:pPr>
    </w:p>
    <w:p w:rsidRPr="00D0469C" w:rsidR="00741308" w:rsidP="00741308" w:rsidRDefault="00741308" w14:paraId="3C1A140F" w14:textId="77777777">
      <w:pPr>
        <w:jc w:val="center"/>
        <w:rPr>
          <w:rFonts w:ascii="Times New Roman" w:hAnsi="Times New Roman"/>
          <w:b/>
          <w:spacing w:val="80"/>
          <w:szCs w:val="22"/>
        </w:rPr>
      </w:pPr>
      <w:r w:rsidRPr="00D0469C">
        <w:rPr>
          <w:rFonts w:ascii="Times New Roman" w:hAnsi="Times New Roman"/>
          <w:b/>
          <w:spacing w:val="80"/>
          <w:szCs w:val="22"/>
        </w:rPr>
        <w:t>zaprasza do składania ofert</w:t>
      </w:r>
    </w:p>
    <w:p w:rsidRPr="00D0469C" w:rsidR="00741308" w:rsidP="00741308" w:rsidRDefault="00741308" w14:paraId="4F805BCA" w14:textId="77777777">
      <w:pPr>
        <w:jc w:val="center"/>
        <w:rPr>
          <w:rFonts w:ascii="Times New Roman" w:hAnsi="Times New Roman"/>
          <w:b/>
          <w:spacing w:val="80"/>
          <w:szCs w:val="22"/>
        </w:rPr>
      </w:pPr>
    </w:p>
    <w:p w:rsidRPr="00D0469C" w:rsidR="00741308" w:rsidP="00741308" w:rsidRDefault="00741308" w14:paraId="0A4E3425" w14:textId="77777777">
      <w:pPr>
        <w:jc w:val="center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w postępowaniu dotyczącym udzielenia zamówienia, którego wartość nie przekracza równowartości kwoty określonej w art. 2 ust. 1 pkt 1 ustawy z dnia 11 września 2019 r. – Prawo zamówień publicznych (</w:t>
      </w:r>
      <w:bookmarkStart w:name="_Hlk511737968" w:id="1"/>
      <w:r w:rsidRPr="00D0469C">
        <w:rPr>
          <w:rFonts w:ascii="Times New Roman" w:hAnsi="Times New Roman"/>
          <w:b/>
          <w:szCs w:val="22"/>
        </w:rPr>
        <w:t>Dz. U. z</w:t>
      </w:r>
      <w:bookmarkEnd w:id="1"/>
      <w:r w:rsidRPr="00D0469C">
        <w:rPr>
          <w:rFonts w:ascii="Times New Roman" w:hAnsi="Times New Roman" w:eastAsia="Calibri"/>
          <w:b/>
          <w:szCs w:val="22"/>
          <w:lang w:eastAsia="en-US"/>
        </w:rPr>
        <w:t xml:space="preserve"> </w:t>
      </w:r>
      <w:bookmarkStart w:name="_Hlk94777337" w:id="2"/>
      <w:r w:rsidRPr="00D0469C">
        <w:rPr>
          <w:rFonts w:ascii="Times New Roman" w:hAnsi="Times New Roman" w:eastAsia="Calibri"/>
          <w:b/>
          <w:szCs w:val="22"/>
          <w:lang w:eastAsia="en-US"/>
        </w:rPr>
        <w:t>202</w:t>
      </w:r>
      <w:r>
        <w:rPr>
          <w:rFonts w:ascii="Times New Roman" w:hAnsi="Times New Roman" w:eastAsia="Calibri"/>
          <w:b/>
          <w:szCs w:val="22"/>
          <w:lang w:eastAsia="en-US"/>
        </w:rPr>
        <w:t>4</w:t>
      </w:r>
      <w:r w:rsidRPr="00D0469C">
        <w:rPr>
          <w:rFonts w:ascii="Times New Roman" w:hAnsi="Times New Roman" w:eastAsia="Calibri"/>
          <w:b/>
          <w:szCs w:val="22"/>
          <w:lang w:eastAsia="en-US"/>
        </w:rPr>
        <w:t xml:space="preserve"> poz. </w:t>
      </w:r>
      <w:r>
        <w:rPr>
          <w:rFonts w:ascii="Times New Roman" w:hAnsi="Times New Roman" w:eastAsia="Calibri"/>
          <w:b/>
          <w:szCs w:val="22"/>
          <w:lang w:eastAsia="en-US"/>
        </w:rPr>
        <w:t>1320</w:t>
      </w:r>
      <w:r w:rsidRPr="00D0469C">
        <w:rPr>
          <w:rFonts w:ascii="Times New Roman" w:hAnsi="Times New Roman" w:eastAsia="Calibri"/>
          <w:b/>
          <w:szCs w:val="22"/>
          <w:lang w:eastAsia="en-US"/>
        </w:rPr>
        <w:t xml:space="preserve"> </w:t>
      </w:r>
      <w:proofErr w:type="spellStart"/>
      <w:r w:rsidRPr="00D0469C">
        <w:rPr>
          <w:rFonts w:ascii="Times New Roman" w:hAnsi="Times New Roman" w:eastAsia="Calibri"/>
          <w:b/>
          <w:szCs w:val="22"/>
          <w:lang w:eastAsia="en-US"/>
        </w:rPr>
        <w:t>t.j</w:t>
      </w:r>
      <w:proofErr w:type="spellEnd"/>
      <w:r w:rsidRPr="00D0469C">
        <w:rPr>
          <w:rFonts w:ascii="Times New Roman" w:hAnsi="Times New Roman"/>
          <w:b/>
          <w:szCs w:val="22"/>
        </w:rPr>
        <w:t xml:space="preserve">.)  </w:t>
      </w:r>
      <w:bookmarkEnd w:id="2"/>
      <w:r w:rsidRPr="00D0469C">
        <w:rPr>
          <w:rFonts w:ascii="Times New Roman" w:hAnsi="Times New Roman"/>
          <w:b/>
          <w:szCs w:val="22"/>
        </w:rPr>
        <w:t>na zadanie pn.:</w:t>
      </w:r>
    </w:p>
    <w:p w:rsidRPr="00D0469C" w:rsidR="00741308" w:rsidP="00741308" w:rsidRDefault="00741308" w14:paraId="75332829" w14:textId="77777777">
      <w:pPr>
        <w:pStyle w:val="Nagwek2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D0469C">
        <w:rPr>
          <w:rFonts w:ascii="Times New Roman" w:hAnsi="Times New Roman"/>
          <w:sz w:val="22"/>
          <w:szCs w:val="22"/>
        </w:rPr>
        <w:t>„Dostawa samochodu osobowego dla Państwowej Inspekcji Pracy Okręgowego Inspektoratu Pracy w Opolu”.</w:t>
      </w:r>
    </w:p>
    <w:p w:rsidR="00741308" w:rsidP="00741308" w:rsidRDefault="00741308" w14:paraId="469899FD" w14:textId="77777777">
      <w:pPr>
        <w:jc w:val="center"/>
        <w:rPr>
          <w:rFonts w:ascii="Times New Roman" w:hAnsi="Times New Roman"/>
          <w:b/>
          <w:sz w:val="24"/>
        </w:rPr>
      </w:pPr>
    </w:p>
    <w:p w:rsidRPr="00D0469C" w:rsidR="00BC7119" w:rsidP="00741308" w:rsidRDefault="00BC7119" w14:paraId="6883FC26" w14:textId="77777777">
      <w:pPr>
        <w:jc w:val="center"/>
        <w:rPr>
          <w:rFonts w:ascii="Times New Roman" w:hAnsi="Times New Roman"/>
          <w:b/>
          <w:sz w:val="24"/>
        </w:rPr>
      </w:pPr>
    </w:p>
    <w:p w:rsidRPr="00D0469C" w:rsidR="00741308" w:rsidP="00741308" w:rsidRDefault="00741308" w14:paraId="67586ABB" w14:textId="77777777">
      <w:pPr>
        <w:numPr>
          <w:ilvl w:val="0"/>
          <w:numId w:val="1"/>
        </w:numPr>
        <w:ind w:left="426" w:hanging="426"/>
        <w:rPr>
          <w:rFonts w:ascii="Times New Roman" w:hAnsi="Times New Roman"/>
          <w:szCs w:val="22"/>
          <w:u w:val="single"/>
        </w:rPr>
      </w:pPr>
      <w:r w:rsidRPr="00D0469C">
        <w:rPr>
          <w:rFonts w:ascii="Times New Roman" w:hAnsi="Times New Roman"/>
          <w:szCs w:val="22"/>
          <w:u w:val="single"/>
        </w:rPr>
        <w:t>Nazwa i adres Zamawiającego:</w:t>
      </w:r>
    </w:p>
    <w:p w:rsidRPr="00D0469C" w:rsidR="00741308" w:rsidP="00741308" w:rsidRDefault="00741308" w14:paraId="46037062" w14:textId="77777777">
      <w:pPr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ab/>
      </w:r>
    </w:p>
    <w:p w:rsidRPr="00D0469C" w:rsidR="00741308" w:rsidP="00741308" w:rsidRDefault="00741308" w14:paraId="0CFB4163" w14:textId="77777777">
      <w:pPr>
        <w:ind w:firstLine="426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Państwowa Inspekcja Pracy</w:t>
      </w:r>
    </w:p>
    <w:p w:rsidRPr="00D0469C" w:rsidR="00741308" w:rsidP="00741308" w:rsidRDefault="00741308" w14:paraId="1E082804" w14:textId="77777777">
      <w:pPr>
        <w:ind w:firstLine="426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Okręgowy Inspektorat Pracy</w:t>
      </w:r>
    </w:p>
    <w:p w:rsidRPr="00D0469C" w:rsidR="00741308" w:rsidP="00741308" w:rsidRDefault="00741308" w14:paraId="39F3EC02" w14:textId="77777777">
      <w:pPr>
        <w:ind w:firstLine="426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ul. Oleska 121 bud. C</w:t>
      </w:r>
    </w:p>
    <w:p w:rsidRPr="00D0469C" w:rsidR="00741308" w:rsidP="00741308" w:rsidRDefault="00741308" w14:paraId="5DB1D84D" w14:textId="77777777">
      <w:pPr>
        <w:ind w:firstLine="426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 xml:space="preserve">45-231 Opole </w:t>
      </w:r>
    </w:p>
    <w:p w:rsidRPr="00D0469C" w:rsidR="00741308" w:rsidP="00741308" w:rsidRDefault="00741308" w14:paraId="0AC3D812" w14:textId="77777777">
      <w:pPr>
        <w:ind w:firstLine="426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tel. 77 470 09 00,</w:t>
      </w:r>
    </w:p>
    <w:p w:rsidRPr="00D0469C" w:rsidR="00741308" w:rsidP="00741308" w:rsidRDefault="00741308" w14:paraId="1644D2B4" w14:textId="77777777">
      <w:pPr>
        <w:ind w:firstLine="360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Godziny urzędowania: poniedziałek – piątek 7:30 – 15:30</w:t>
      </w:r>
    </w:p>
    <w:p w:rsidRPr="00D0469C" w:rsidR="00741308" w:rsidP="00741308" w:rsidRDefault="00741308" w14:paraId="695404A7" w14:textId="77777777">
      <w:pPr>
        <w:rPr>
          <w:rFonts w:ascii="Times New Roman" w:hAnsi="Times New Roman"/>
          <w:b/>
          <w:szCs w:val="22"/>
        </w:rPr>
      </w:pPr>
    </w:p>
    <w:p w:rsidRPr="00D0469C" w:rsidR="00741308" w:rsidP="00741308" w:rsidRDefault="00741308" w14:paraId="57435C86" w14:textId="77777777">
      <w:pPr>
        <w:numPr>
          <w:ilvl w:val="0"/>
          <w:numId w:val="17"/>
        </w:numPr>
        <w:rPr>
          <w:rFonts w:ascii="Times New Roman" w:hAnsi="Times New Roman"/>
          <w:szCs w:val="22"/>
        </w:rPr>
      </w:pPr>
      <w:bookmarkStart w:name="_Hlk109301528" w:id="3"/>
      <w:r w:rsidRPr="00D0469C">
        <w:rPr>
          <w:rFonts w:ascii="Times New Roman" w:hAnsi="Times New Roman"/>
          <w:szCs w:val="22"/>
          <w:u w:val="single"/>
        </w:rPr>
        <w:t>Opis przedmiotu zamówienia:</w:t>
      </w:r>
      <w:r w:rsidRPr="00D0469C">
        <w:rPr>
          <w:rFonts w:ascii="Times New Roman" w:hAnsi="Times New Roman"/>
          <w:szCs w:val="22"/>
        </w:rPr>
        <w:t xml:space="preserve"> </w:t>
      </w:r>
    </w:p>
    <w:p w:rsidRPr="00D0469C" w:rsidR="00741308" w:rsidP="00741308" w:rsidRDefault="00741308" w14:paraId="4E41630F" w14:textId="77777777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szCs w:val="22"/>
        </w:rPr>
        <w:t>Przedmiotem</w:t>
      </w:r>
      <w:r>
        <w:rPr>
          <w:rFonts w:ascii="Times New Roman" w:hAnsi="Times New Roman"/>
          <w:szCs w:val="22"/>
        </w:rPr>
        <w:t xml:space="preserve"> </w:t>
      </w:r>
      <w:r w:rsidRPr="00D0469C">
        <w:rPr>
          <w:rFonts w:ascii="Times New Roman" w:hAnsi="Times New Roman"/>
          <w:szCs w:val="22"/>
        </w:rPr>
        <w:t>zamówienia jest dostawa fabrycznie nowego, nieużywanego,</w:t>
      </w:r>
      <w:r>
        <w:rPr>
          <w:rFonts w:ascii="Times New Roman" w:hAnsi="Times New Roman"/>
          <w:szCs w:val="22"/>
        </w:rPr>
        <w:t xml:space="preserve"> </w:t>
      </w:r>
      <w:r w:rsidRPr="00D0469C">
        <w:rPr>
          <w:rFonts w:ascii="Times New Roman" w:hAnsi="Times New Roman"/>
          <w:szCs w:val="22"/>
        </w:rPr>
        <w:t>wyprodukowanego nie wcześniej niż w roku 202</w:t>
      </w:r>
      <w:r>
        <w:rPr>
          <w:rFonts w:ascii="Times New Roman" w:hAnsi="Times New Roman"/>
          <w:szCs w:val="22"/>
        </w:rPr>
        <w:t>4</w:t>
      </w:r>
      <w:r w:rsidRPr="00D0469C">
        <w:rPr>
          <w:rFonts w:ascii="Times New Roman" w:hAnsi="Times New Roman"/>
          <w:szCs w:val="22"/>
        </w:rPr>
        <w:t xml:space="preserve"> samochodu osobowego dla Państwowej Inspekcji Pracy Okręgowego Inspektoratu Pracy w Opolu wraz ze świadczeniem usług serwisowych i gwarancyjnych zgodnie z opisem przedmiotu zamówienia stanowiącym załącznik nr 3 do niniejszego zaproszenia.</w:t>
      </w:r>
    </w:p>
    <w:p w:rsidRPr="00D0469C" w:rsidR="00741308" w:rsidP="00741308" w:rsidRDefault="00741308" w14:paraId="3D82233F" w14:textId="77777777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 xml:space="preserve">Zakres przedmiotu zamówienia obejmuje wszystkie czynności mające na celu zakup </w:t>
      </w:r>
      <w:r>
        <w:rPr>
          <w:rFonts w:ascii="Times New Roman" w:hAnsi="Times New Roman"/>
          <w:bCs/>
          <w:szCs w:val="22"/>
        </w:rPr>
        <w:br/>
      </w:r>
      <w:r w:rsidRPr="00D0469C">
        <w:rPr>
          <w:rFonts w:ascii="Times New Roman" w:hAnsi="Times New Roman"/>
          <w:bCs/>
          <w:szCs w:val="22"/>
        </w:rPr>
        <w:t>i dostawę fabrycznie nowego, spełniającego warunki dopuszczenia do ruchu drogowego oraz minimalne wymagania w zakresie parametrów, cech i wyposażenia nie gorsze niż określone w załączniku nr 3 do zaproszenia.</w:t>
      </w:r>
    </w:p>
    <w:p w:rsidRPr="00D0469C" w:rsidR="00741308" w:rsidP="00741308" w:rsidRDefault="00741308" w14:paraId="448EF7D6" w14:textId="77777777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>Zaoferowany samochód musi być dopuszczony do użytkowania na terenie RP, posiadać numer homologacji.</w:t>
      </w:r>
    </w:p>
    <w:p w:rsidRPr="00D0469C" w:rsidR="00741308" w:rsidP="00741308" w:rsidRDefault="00741308" w14:paraId="3BC69F50" w14:textId="77777777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>Przedmiot zamówienia ma być wolny od wad fizycznych, gotowy do użytku i technicznie sprawny.</w:t>
      </w:r>
    </w:p>
    <w:p w:rsidRPr="005F1B37" w:rsidR="00741308" w:rsidP="00741308" w:rsidRDefault="00741308" w14:paraId="4DDAA058" w14:textId="77777777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bCs/>
          <w:szCs w:val="22"/>
        </w:rPr>
        <w:t xml:space="preserve">O terminie odbioru Wykonawca powiadomi elektronicznie Zamawiającego co </w:t>
      </w:r>
      <w:r w:rsidRPr="005F1B37">
        <w:rPr>
          <w:rFonts w:ascii="Times New Roman" w:hAnsi="Times New Roman"/>
          <w:bCs/>
          <w:szCs w:val="22"/>
        </w:rPr>
        <w:t xml:space="preserve">najmniej na 3 dni przed datą dostawy. </w:t>
      </w:r>
    </w:p>
    <w:p w:rsidRPr="00D0469C" w:rsidR="00741308" w:rsidP="00741308" w:rsidRDefault="00741308" w14:paraId="57463977" w14:textId="77777777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 xml:space="preserve">Odbiór samochodu odbędzie się na terenie miasta Opola w obecności przedstawicieli obydwu stron i zakończony zostanie podpisaniem protokołu odbioru. W trakcie odbioru Wykonawca umożliwi Zamawiającemu kontrolę zgodności przedmiotu odbioru </w:t>
      </w:r>
      <w:r>
        <w:rPr>
          <w:rFonts w:ascii="Times New Roman" w:hAnsi="Times New Roman"/>
          <w:bCs/>
          <w:szCs w:val="22"/>
        </w:rPr>
        <w:br/>
      </w:r>
      <w:r w:rsidRPr="00D0469C">
        <w:rPr>
          <w:rFonts w:ascii="Times New Roman" w:hAnsi="Times New Roman"/>
          <w:bCs/>
          <w:szCs w:val="22"/>
        </w:rPr>
        <w:t>z wymaganiami opisu przedmiotu zamówienia.</w:t>
      </w:r>
    </w:p>
    <w:p w:rsidRPr="00D0469C" w:rsidR="00741308" w:rsidP="00741308" w:rsidRDefault="00741308" w14:paraId="3C1780D8" w14:textId="77777777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lastRenderedPageBreak/>
        <w:t>Odbierany samochód musi być zaopatrzony w minimum 5 litrów paliwa.</w:t>
      </w:r>
    </w:p>
    <w:p w:rsidRPr="00D0469C" w:rsidR="00741308" w:rsidP="00741308" w:rsidRDefault="00741308" w14:paraId="6CB6A68C" w14:textId="77777777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>Wymagany okres gwarancji producenta wynosi minimum 24 miesiące lub co najmniej 60 000,00 km przebiegu w zależności od tego, która okoliczność nastąpi szybciej.</w:t>
      </w:r>
    </w:p>
    <w:p w:rsidRPr="00D0469C" w:rsidR="00741308" w:rsidP="00741308" w:rsidRDefault="00741308" w14:paraId="36203F06" w14:textId="77777777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 xml:space="preserve">Wymagany okres gwarancji na powłokę lakierniczą i korozję powierzchniową wynosi </w:t>
      </w:r>
      <w:r>
        <w:rPr>
          <w:rFonts w:ascii="Times New Roman" w:hAnsi="Times New Roman"/>
          <w:bCs/>
          <w:szCs w:val="22"/>
        </w:rPr>
        <w:t xml:space="preserve">minimum </w:t>
      </w:r>
      <w:r w:rsidRPr="00D0469C">
        <w:rPr>
          <w:rFonts w:ascii="Times New Roman" w:hAnsi="Times New Roman"/>
          <w:bCs/>
          <w:szCs w:val="22"/>
        </w:rPr>
        <w:t>36 miesięcy.</w:t>
      </w:r>
    </w:p>
    <w:p w:rsidRPr="00D0469C" w:rsidR="00741308" w:rsidP="00741308" w:rsidRDefault="00741308" w14:paraId="0E1E8DE4" w14:textId="77777777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>Wymagany okres gwarancji na perforację blach wynosi</w:t>
      </w:r>
      <w:r>
        <w:rPr>
          <w:rFonts w:ascii="Times New Roman" w:hAnsi="Times New Roman"/>
          <w:bCs/>
          <w:szCs w:val="22"/>
        </w:rPr>
        <w:t xml:space="preserve"> minimum</w:t>
      </w:r>
      <w:r w:rsidRPr="00D0469C">
        <w:rPr>
          <w:rFonts w:ascii="Times New Roman" w:hAnsi="Times New Roman"/>
          <w:bCs/>
          <w:szCs w:val="22"/>
        </w:rPr>
        <w:t xml:space="preserve"> 72 miesiące.</w:t>
      </w:r>
    </w:p>
    <w:p w:rsidRPr="00D0469C" w:rsidR="00741308" w:rsidP="00741308" w:rsidRDefault="00741308" w14:paraId="45362CF5" w14:textId="77777777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>Wymagany okres gwarancji na zespoły i podzespoły mechaniczne, elektryczne, elektroniczne i szyby wynosi</w:t>
      </w:r>
      <w:r>
        <w:rPr>
          <w:rFonts w:ascii="Times New Roman" w:hAnsi="Times New Roman"/>
          <w:bCs/>
          <w:szCs w:val="22"/>
        </w:rPr>
        <w:t xml:space="preserve"> minimum</w:t>
      </w:r>
      <w:r w:rsidRPr="00D0469C">
        <w:rPr>
          <w:rFonts w:ascii="Times New Roman" w:hAnsi="Times New Roman"/>
          <w:bCs/>
          <w:szCs w:val="22"/>
        </w:rPr>
        <w:t xml:space="preserve"> 24 miesiące. </w:t>
      </w:r>
    </w:p>
    <w:p w:rsidRPr="00D0469C" w:rsidR="00741308" w:rsidP="00741308" w:rsidRDefault="00741308" w14:paraId="4A6797A2" w14:textId="77777777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bCs/>
          <w:szCs w:val="22"/>
        </w:rPr>
        <w:t>Terminy gwarancji liczone będą od daty odbioru pojazdu</w:t>
      </w:r>
      <w:r>
        <w:rPr>
          <w:rFonts w:ascii="Times New Roman" w:hAnsi="Times New Roman"/>
          <w:bCs/>
          <w:szCs w:val="22"/>
        </w:rPr>
        <w:t xml:space="preserve"> i podpisania protokołu odbioru</w:t>
      </w:r>
      <w:r w:rsidRPr="00D0469C">
        <w:rPr>
          <w:rFonts w:ascii="Times New Roman" w:hAnsi="Times New Roman"/>
          <w:bCs/>
          <w:szCs w:val="22"/>
        </w:rPr>
        <w:t>.</w:t>
      </w:r>
    </w:p>
    <w:p w:rsidRPr="00D0469C" w:rsidR="00741308" w:rsidP="00741308" w:rsidRDefault="00741308" w14:paraId="0330F986" w14:textId="77777777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szCs w:val="22"/>
        </w:rPr>
        <w:t xml:space="preserve">Miejsce dostawy: </w:t>
      </w:r>
      <w:r w:rsidRPr="00D0469C">
        <w:rPr>
          <w:rFonts w:ascii="Times New Roman" w:hAnsi="Times New Roman"/>
          <w:b/>
          <w:szCs w:val="22"/>
        </w:rPr>
        <w:t>teren miasta Opola.</w:t>
      </w:r>
    </w:p>
    <w:p w:rsidRPr="00D0469C" w:rsidR="00741308" w:rsidP="00741308" w:rsidRDefault="00741308" w14:paraId="08E12ABA" w14:textId="77777777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b/>
          <w:color w:val="FF0000"/>
          <w:szCs w:val="22"/>
        </w:rPr>
      </w:pPr>
      <w:r w:rsidRPr="00D0469C">
        <w:rPr>
          <w:rFonts w:ascii="Times New Roman" w:hAnsi="Times New Roman"/>
          <w:b/>
          <w:szCs w:val="22"/>
        </w:rPr>
        <w:t>Termin realizacji</w:t>
      </w:r>
      <w:r w:rsidRPr="000624C0">
        <w:rPr>
          <w:rFonts w:ascii="Times New Roman" w:hAnsi="Times New Roman"/>
          <w:b/>
          <w:szCs w:val="22"/>
        </w:rPr>
        <w:t xml:space="preserve">: </w:t>
      </w:r>
      <w:r w:rsidRPr="00741308">
        <w:rPr>
          <w:rFonts w:ascii="Times New Roman" w:hAnsi="Times New Roman"/>
          <w:bCs/>
          <w:color w:val="000000"/>
          <w:szCs w:val="22"/>
        </w:rPr>
        <w:t>do 45 dni od dnia podpisania umowy</w:t>
      </w:r>
      <w:r w:rsidRPr="005F1B37">
        <w:rPr>
          <w:rFonts w:ascii="Times New Roman" w:hAnsi="Times New Roman"/>
          <w:szCs w:val="22"/>
        </w:rPr>
        <w:t>.</w:t>
      </w:r>
    </w:p>
    <w:p w:rsidRPr="00D0469C" w:rsidR="00741308" w:rsidP="00741308" w:rsidRDefault="00741308" w14:paraId="4130D905" w14:textId="77777777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szCs w:val="22"/>
        </w:rPr>
        <w:t>Wszelkie koszty niezbędne do prawidłowego wykonania przedmiotu zamówienia obciążają Wykonawcę.</w:t>
      </w:r>
    </w:p>
    <w:p w:rsidRPr="00D0469C" w:rsidR="00741308" w:rsidP="00741308" w:rsidRDefault="00741308" w14:paraId="0A026F2D" w14:textId="77777777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szCs w:val="22"/>
        </w:rPr>
        <w:t>Wykonawca zobowiązuje się dostarczać przedmiot zamówienia na własny koszt i ryzyko.</w:t>
      </w:r>
    </w:p>
    <w:p w:rsidRPr="00D0469C" w:rsidR="00741308" w:rsidP="00741308" w:rsidRDefault="00741308" w14:paraId="1A6FB7CA" w14:textId="77777777">
      <w:pPr>
        <w:numPr>
          <w:ilvl w:val="1"/>
          <w:numId w:val="17"/>
        </w:numPr>
        <w:spacing w:line="276" w:lineRule="auto"/>
        <w:ind w:left="567" w:hanging="567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szCs w:val="22"/>
        </w:rPr>
        <w:t xml:space="preserve">Istotne zasady realizacji zamówienia określone zostały we wzorze umowy stanowiącym załącznik nr 5 do niniejszego zapytania. </w:t>
      </w:r>
    </w:p>
    <w:bookmarkEnd w:id="3"/>
    <w:p w:rsidRPr="00D0469C" w:rsidR="00741308" w:rsidP="00741308" w:rsidRDefault="00741308" w14:paraId="4AEA7AD4" w14:textId="77777777">
      <w:pPr>
        <w:pStyle w:val="Akapitzlist"/>
        <w:spacing w:line="276" w:lineRule="auto"/>
        <w:ind w:left="0"/>
        <w:rPr>
          <w:rFonts w:ascii="Times New Roman" w:hAnsi="Times New Roman"/>
          <w:szCs w:val="22"/>
          <w:u w:val="single"/>
        </w:rPr>
      </w:pPr>
    </w:p>
    <w:p w:rsidRPr="00B823BA" w:rsidR="00741308" w:rsidP="00741308" w:rsidRDefault="00741308" w14:paraId="2076E492" w14:textId="77777777">
      <w:pPr>
        <w:numPr>
          <w:ilvl w:val="0"/>
          <w:numId w:val="13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B823BA">
        <w:rPr>
          <w:rFonts w:ascii="Times New Roman" w:hAnsi="Times New Roman"/>
          <w:szCs w:val="22"/>
          <w:u w:val="single"/>
        </w:rPr>
        <w:t>Ofertę cenową należy złożyć do dnia:</w:t>
      </w:r>
      <w:r w:rsidRPr="00B823BA">
        <w:rPr>
          <w:rFonts w:ascii="Times New Roman" w:hAnsi="Times New Roman"/>
          <w:b/>
          <w:szCs w:val="22"/>
        </w:rPr>
        <w:t xml:space="preserve"> </w:t>
      </w:r>
      <w:r>
        <w:rPr>
          <w:rFonts w:ascii="Times New Roman" w:hAnsi="Times New Roman"/>
          <w:b/>
          <w:color w:val="000000"/>
          <w:szCs w:val="22"/>
        </w:rPr>
        <w:t>28 sierpnia 2025 r.</w:t>
      </w:r>
    </w:p>
    <w:p w:rsidRPr="00D0469C" w:rsidR="00741308" w:rsidP="00741308" w:rsidRDefault="00741308" w14:paraId="0C2B6872" w14:textId="77777777">
      <w:pPr>
        <w:spacing w:line="276" w:lineRule="auto"/>
        <w:ind w:left="426"/>
        <w:jc w:val="left"/>
        <w:rPr>
          <w:rFonts w:ascii="Times New Roman" w:hAnsi="Times New Roman" w:eastAsia="Calibri"/>
          <w:b/>
          <w:szCs w:val="22"/>
          <w:lang w:eastAsia="en-US"/>
        </w:rPr>
      </w:pPr>
      <w:r w:rsidRPr="00D0469C">
        <w:rPr>
          <w:rFonts w:ascii="Times New Roman" w:hAnsi="Times New Roman" w:eastAsia="Calibri"/>
          <w:szCs w:val="22"/>
          <w:lang w:eastAsia="en-US"/>
        </w:rPr>
        <w:t>Sposób złożenia oferty:</w:t>
      </w:r>
    </w:p>
    <w:p w:rsidRPr="00D0469C" w:rsidR="00741308" w:rsidP="00741308" w:rsidRDefault="00741308" w14:paraId="785281C0" w14:textId="77777777">
      <w:pPr>
        <w:numPr>
          <w:ilvl w:val="1"/>
          <w:numId w:val="13"/>
        </w:numPr>
        <w:spacing w:line="276" w:lineRule="auto"/>
        <w:jc w:val="left"/>
        <w:rPr>
          <w:rFonts w:ascii="Times New Roman" w:hAnsi="Times New Roman" w:eastAsia="Calibri"/>
          <w:b/>
          <w:szCs w:val="22"/>
          <w:lang w:eastAsia="en-US"/>
        </w:rPr>
      </w:pPr>
      <w:r w:rsidRPr="00D0469C">
        <w:rPr>
          <w:rFonts w:ascii="Times New Roman" w:hAnsi="Times New Roman" w:eastAsia="Calibri"/>
          <w:b/>
          <w:szCs w:val="22"/>
          <w:lang w:eastAsia="en-US"/>
        </w:rPr>
        <w:t xml:space="preserve">Osobiście/pocztą/kurierem: </w:t>
      </w:r>
      <w:r w:rsidRPr="00D0469C">
        <w:rPr>
          <w:rFonts w:ascii="Times New Roman" w:hAnsi="Times New Roman" w:eastAsia="Calibri"/>
          <w:b/>
          <w:szCs w:val="22"/>
          <w:lang w:eastAsia="en-US"/>
        </w:rPr>
        <w:tab/>
      </w:r>
      <w:r w:rsidRPr="00D0469C">
        <w:rPr>
          <w:rFonts w:ascii="Times New Roman" w:hAnsi="Times New Roman" w:eastAsia="Calibri"/>
          <w:szCs w:val="22"/>
          <w:lang w:eastAsia="en-US"/>
        </w:rPr>
        <w:t>Państwowa Inspekcja Pracy</w:t>
      </w:r>
    </w:p>
    <w:p w:rsidRPr="00D0469C" w:rsidR="00741308" w:rsidP="00741308" w:rsidRDefault="00741308" w14:paraId="1048A6A1" w14:textId="77777777">
      <w:pPr>
        <w:spacing w:line="276" w:lineRule="auto"/>
        <w:ind w:left="3545" w:firstLine="709"/>
        <w:jc w:val="left"/>
        <w:rPr>
          <w:rFonts w:ascii="Times New Roman" w:hAnsi="Times New Roman" w:eastAsia="Calibri"/>
          <w:szCs w:val="22"/>
          <w:lang w:eastAsia="en-US"/>
        </w:rPr>
      </w:pPr>
      <w:r w:rsidRPr="00D0469C">
        <w:rPr>
          <w:rFonts w:ascii="Times New Roman" w:hAnsi="Times New Roman" w:eastAsia="Calibri"/>
          <w:szCs w:val="22"/>
          <w:lang w:eastAsia="en-US"/>
        </w:rPr>
        <w:t>Okręgowy Inspektorat Pracy w Opolu</w:t>
      </w:r>
    </w:p>
    <w:p w:rsidRPr="00D0469C" w:rsidR="00741308" w:rsidP="00741308" w:rsidRDefault="00741308" w14:paraId="4E2D15FA" w14:textId="77777777">
      <w:pPr>
        <w:spacing w:line="276" w:lineRule="auto"/>
        <w:ind w:left="3545" w:firstLine="709"/>
        <w:jc w:val="left"/>
        <w:rPr>
          <w:rFonts w:ascii="Times New Roman" w:hAnsi="Times New Roman" w:eastAsia="Calibri"/>
          <w:szCs w:val="22"/>
          <w:lang w:eastAsia="en-US"/>
        </w:rPr>
      </w:pPr>
      <w:r w:rsidRPr="00D0469C">
        <w:rPr>
          <w:rFonts w:ascii="Times New Roman" w:hAnsi="Times New Roman" w:eastAsia="Calibri"/>
          <w:szCs w:val="22"/>
          <w:lang w:eastAsia="en-US"/>
        </w:rPr>
        <w:t>ul. Oleska 121 bud. C, 45-231 Opole</w:t>
      </w:r>
    </w:p>
    <w:p w:rsidRPr="00D0469C" w:rsidR="00741308" w:rsidP="00741308" w:rsidRDefault="00741308" w14:paraId="32B0E718" w14:textId="77777777">
      <w:pPr>
        <w:spacing w:line="276" w:lineRule="auto"/>
        <w:jc w:val="left"/>
        <w:rPr>
          <w:rFonts w:ascii="Times New Roman" w:hAnsi="Times New Roman" w:eastAsia="Calibri"/>
          <w:szCs w:val="22"/>
          <w:lang w:eastAsia="en-US"/>
        </w:rPr>
      </w:pPr>
    </w:p>
    <w:p w:rsidRPr="00D0469C" w:rsidR="00741308" w:rsidP="00741308" w:rsidRDefault="00741308" w14:paraId="479E644D" w14:textId="77777777">
      <w:pPr>
        <w:spacing w:line="276" w:lineRule="auto"/>
        <w:ind w:left="426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lub</w:t>
      </w:r>
    </w:p>
    <w:p w:rsidRPr="001360EC" w:rsidR="00741308" w:rsidP="00741308" w:rsidRDefault="00741308" w14:paraId="227ABCFC" w14:textId="77777777">
      <w:pPr>
        <w:numPr>
          <w:ilvl w:val="1"/>
          <w:numId w:val="13"/>
        </w:numPr>
        <w:spacing w:line="276" w:lineRule="auto"/>
        <w:rPr>
          <w:rFonts w:ascii="Times New Roman" w:hAnsi="Times New Roman"/>
          <w:b/>
          <w:bCs/>
          <w:szCs w:val="22"/>
        </w:rPr>
      </w:pPr>
      <w:r w:rsidRPr="00D0469C">
        <w:rPr>
          <w:rFonts w:ascii="Times New Roman" w:hAnsi="Times New Roman"/>
          <w:b/>
          <w:bCs/>
        </w:rPr>
        <w:t xml:space="preserve">W </w:t>
      </w:r>
      <w:r>
        <w:rPr>
          <w:rFonts w:ascii="Times New Roman" w:hAnsi="Times New Roman"/>
          <w:b/>
          <w:bCs/>
        </w:rPr>
        <w:t xml:space="preserve">formie </w:t>
      </w:r>
      <w:r w:rsidRPr="003B25A6">
        <w:rPr>
          <w:rFonts w:ascii="Times New Roman" w:hAnsi="Times New Roman"/>
          <w:b/>
          <w:bCs/>
        </w:rPr>
        <w:t>elektronicznej lub w postaci elektronicznej</w:t>
      </w:r>
      <w:r w:rsidRPr="003B25A6">
        <w:rPr>
          <w:rFonts w:ascii="Times New Roman" w:hAnsi="Times New Roman"/>
        </w:rPr>
        <w:t xml:space="preserve"> podpisaną podpisem elektronicznym przez osobę uprawnioną do składania oświadczeń woli </w:t>
      </w:r>
      <w:r w:rsidRPr="003B25A6">
        <w:rPr>
          <w:rFonts w:ascii="Times New Roman" w:hAnsi="Times New Roman"/>
        </w:rPr>
        <w:br/>
        <w:t xml:space="preserve">w imieniu Wykonawcy albo w postaci skanu oryginału oferty podpisanej przez osobę uprawnioną do składania oświadczeń woli w imieniu Wykonawcy. Ofertę należy wysłać na adres: </w:t>
      </w:r>
      <w:hyperlink w:history="1" r:id="rId12">
        <w:r w:rsidRPr="003B25A6">
          <w:rPr>
            <w:rFonts w:ascii="Times New Roman" w:hAnsi="Times New Roman"/>
          </w:rPr>
          <w:t>kancelaria@opole.pip.gov.pl</w:t>
        </w:r>
      </w:hyperlink>
      <w:r w:rsidRPr="00D0469C">
        <w:rPr>
          <w:rStyle w:val="Hipercze"/>
          <w:rFonts w:ascii="Times New Roman" w:hAnsi="Times New Roman"/>
          <w:szCs w:val="22"/>
          <w:u w:val="none"/>
        </w:rPr>
        <w:t xml:space="preserve">. </w:t>
      </w:r>
    </w:p>
    <w:p w:rsidRPr="00D0469C" w:rsidR="00741308" w:rsidP="00741308" w:rsidRDefault="00741308" w14:paraId="59B0CF4F" w14:textId="77777777">
      <w:pPr>
        <w:spacing w:line="276" w:lineRule="auto"/>
        <w:rPr>
          <w:rFonts w:ascii="Times New Roman" w:hAnsi="Times New Roman"/>
          <w:b/>
          <w:color w:val="FF0000"/>
          <w:szCs w:val="22"/>
        </w:rPr>
      </w:pPr>
    </w:p>
    <w:p w:rsidRPr="00D0469C" w:rsidR="00741308" w:rsidP="00741308" w:rsidRDefault="00741308" w14:paraId="6F0DF9A4" w14:textId="77777777">
      <w:pPr>
        <w:numPr>
          <w:ilvl w:val="0"/>
          <w:numId w:val="13"/>
        </w:numPr>
        <w:spacing w:line="276" w:lineRule="auto"/>
        <w:ind w:left="426" w:hanging="426"/>
        <w:rPr>
          <w:rFonts w:ascii="Times New Roman" w:hAnsi="Times New Roman"/>
          <w:b/>
          <w:color w:val="FF0000"/>
          <w:szCs w:val="22"/>
        </w:rPr>
      </w:pPr>
      <w:r w:rsidRPr="00D0469C">
        <w:rPr>
          <w:rFonts w:ascii="Times New Roman" w:hAnsi="Times New Roman"/>
          <w:b/>
          <w:szCs w:val="22"/>
        </w:rPr>
        <w:t>Termin związania ofertą</w:t>
      </w:r>
      <w:r>
        <w:rPr>
          <w:rFonts w:ascii="Times New Roman" w:hAnsi="Times New Roman"/>
          <w:b/>
          <w:color w:val="000000"/>
          <w:szCs w:val="22"/>
        </w:rPr>
        <w:t xml:space="preserve">: </w:t>
      </w:r>
      <w:r>
        <w:rPr>
          <w:rFonts w:ascii="Times New Roman" w:hAnsi="Times New Roman"/>
          <w:color w:val="000000"/>
          <w:szCs w:val="22"/>
        </w:rPr>
        <w:t>do 27 września 2025 r.</w:t>
      </w:r>
    </w:p>
    <w:p w:rsidRPr="00D0469C" w:rsidR="00741308" w:rsidP="00741308" w:rsidRDefault="00741308" w14:paraId="062EF0A8" w14:textId="77777777">
      <w:pPr>
        <w:pStyle w:val="Akapitzlist"/>
        <w:spacing w:line="276" w:lineRule="auto"/>
        <w:ind w:left="0"/>
        <w:contextualSpacing/>
        <w:rPr>
          <w:rFonts w:ascii="Times New Roman" w:hAnsi="Times New Roman"/>
          <w:szCs w:val="22"/>
        </w:rPr>
      </w:pPr>
    </w:p>
    <w:p w:rsidRPr="00D0469C" w:rsidR="00741308" w:rsidP="00741308" w:rsidRDefault="00741308" w14:paraId="51D31C0C" w14:textId="77777777">
      <w:pPr>
        <w:numPr>
          <w:ilvl w:val="0"/>
          <w:numId w:val="13"/>
        </w:numPr>
        <w:spacing w:line="276" w:lineRule="auto"/>
        <w:ind w:left="426" w:hanging="426"/>
        <w:rPr>
          <w:rFonts w:ascii="Times New Roman" w:hAnsi="Times New Roman"/>
          <w:szCs w:val="22"/>
          <w:u w:val="single"/>
        </w:rPr>
      </w:pPr>
      <w:r w:rsidRPr="00D0469C">
        <w:rPr>
          <w:rFonts w:ascii="Times New Roman" w:hAnsi="Times New Roman"/>
          <w:szCs w:val="22"/>
          <w:u w:val="single"/>
        </w:rPr>
        <w:t>Informacje o sposobie porozumiewania się Zamawiającego z Wykonawcami oraz przekazywania oświadczeń i dokumentów, a także wskazanie osób uprawnionych do porozumiewania się z Wykonawcami:</w:t>
      </w:r>
    </w:p>
    <w:p w:rsidRPr="00D0469C" w:rsidR="00741308" w:rsidP="00741308" w:rsidRDefault="00741308" w14:paraId="2AE7C8FC" w14:textId="77777777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Oświadczenia, wnioski, zawiadomienia i informacje Zamawiający i Wykonawcy przekazują pisemnie lub drogą elektroniczną.</w:t>
      </w:r>
    </w:p>
    <w:p w:rsidRPr="00D0469C" w:rsidR="00741308" w:rsidP="00741308" w:rsidRDefault="00741308" w14:paraId="1916301C" w14:textId="77777777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Oferty wraz z wymaganymi dokumentami mogą być złożone w formie pisemnej lub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w formie elektronicznej</w:t>
      </w:r>
      <w:r>
        <w:rPr>
          <w:rFonts w:ascii="Times New Roman" w:hAnsi="Times New Roman"/>
          <w:szCs w:val="22"/>
        </w:rPr>
        <w:t>/postaci elektronicznej</w:t>
      </w:r>
      <w:r w:rsidRPr="00D0469C">
        <w:rPr>
          <w:rFonts w:ascii="Times New Roman" w:hAnsi="Times New Roman"/>
          <w:szCs w:val="22"/>
        </w:rPr>
        <w:t>.</w:t>
      </w:r>
    </w:p>
    <w:p w:rsidRPr="00D0469C" w:rsidR="00741308" w:rsidP="00741308" w:rsidRDefault="00741308" w14:paraId="03405D5F" w14:textId="77777777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 korespondencji kierowanej do Zamawiającego Wykonawca powinien posługiwać się numerem sprawy oraz tytułem zamówienia określonym w niniejszym zapytaniu ofertowym.</w:t>
      </w:r>
    </w:p>
    <w:p w:rsidRPr="00D0469C" w:rsidR="00741308" w:rsidP="00741308" w:rsidRDefault="00741308" w14:paraId="574AA5A8" w14:textId="77777777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Zawiadomienia, oświadczenia, wnioski oraz informacje przekazywane przez Wykonawcę pisemnie powinny być składane na adres: </w:t>
      </w:r>
    </w:p>
    <w:p w:rsidRPr="00D0469C" w:rsidR="00741308" w:rsidP="00741308" w:rsidRDefault="00741308" w14:paraId="65C1F4F3" w14:textId="77777777">
      <w:pPr>
        <w:pStyle w:val="Akapitzlist"/>
        <w:spacing w:line="276" w:lineRule="auto"/>
        <w:ind w:left="567"/>
        <w:contextualSpacing/>
        <w:jc w:val="center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Państwowa Inspekcja Pracy</w:t>
      </w:r>
    </w:p>
    <w:p w:rsidRPr="00D0469C" w:rsidR="00741308" w:rsidP="00741308" w:rsidRDefault="00741308" w14:paraId="5CDEF3BB" w14:textId="77777777">
      <w:pPr>
        <w:pStyle w:val="Akapitzlist"/>
        <w:spacing w:line="276" w:lineRule="auto"/>
        <w:ind w:left="567"/>
        <w:contextualSpacing/>
        <w:jc w:val="center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Okręgowy Inspektorat Pracy w Opolu</w:t>
      </w:r>
    </w:p>
    <w:p w:rsidRPr="00D0469C" w:rsidR="00741308" w:rsidP="00741308" w:rsidRDefault="00741308" w14:paraId="70392486" w14:textId="77777777">
      <w:pPr>
        <w:pStyle w:val="Akapitzlist"/>
        <w:spacing w:line="276" w:lineRule="auto"/>
        <w:ind w:left="567"/>
        <w:contextualSpacing/>
        <w:jc w:val="center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ul. Oleska 121 C</w:t>
      </w:r>
    </w:p>
    <w:p w:rsidRPr="00D0469C" w:rsidR="00741308" w:rsidP="00741308" w:rsidRDefault="00741308" w14:paraId="5B3B0F7B" w14:textId="77777777">
      <w:pPr>
        <w:pStyle w:val="Akapitzlist"/>
        <w:spacing w:line="276" w:lineRule="auto"/>
        <w:ind w:left="567"/>
        <w:contextualSpacing/>
        <w:jc w:val="center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45-231 Opole</w:t>
      </w:r>
    </w:p>
    <w:p w:rsidRPr="00D0469C" w:rsidR="00741308" w:rsidP="00741308" w:rsidRDefault="00741308" w14:paraId="03CDC39E" w14:textId="77777777">
      <w:pPr>
        <w:pStyle w:val="Akapitzlist"/>
        <w:spacing w:line="276" w:lineRule="auto"/>
        <w:ind w:left="567"/>
        <w:contextualSpacing/>
        <w:jc w:val="center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lastRenderedPageBreak/>
        <w:t>pok. 22 sekretariat, II piętro</w:t>
      </w:r>
    </w:p>
    <w:p w:rsidRPr="00D0469C" w:rsidR="00741308" w:rsidP="00741308" w:rsidRDefault="00741308" w14:paraId="07D64763" w14:textId="77777777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Zawiadomienia, oświadczenia, wnioski, oferty oraz informacje przekazywane przez Wykonawcę drogą elektroniczną należy przesłać na adres: </w:t>
      </w:r>
      <w:r w:rsidRPr="00D0469C">
        <w:rPr>
          <w:rFonts w:ascii="Times New Roman" w:hAnsi="Times New Roman"/>
          <w:bCs/>
          <w:szCs w:val="22"/>
        </w:rPr>
        <w:t>kancelaria@opole.pip.gov.pl</w:t>
      </w:r>
      <w:r w:rsidRPr="00D0469C">
        <w:rPr>
          <w:rFonts w:ascii="Times New Roman" w:hAnsi="Times New Roman"/>
          <w:szCs w:val="22"/>
        </w:rPr>
        <w:t>.</w:t>
      </w:r>
    </w:p>
    <w:p w:rsidRPr="00D0469C" w:rsidR="00741308" w:rsidP="00741308" w:rsidRDefault="00741308" w14:paraId="427D6347" w14:textId="77777777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bCs/>
          <w:szCs w:val="22"/>
        </w:rPr>
        <w:t xml:space="preserve">Wszelkie zawiadomienia, oświadczenia, wnioski, oferty oraz informacje przekazane </w:t>
      </w:r>
      <w:r>
        <w:rPr>
          <w:rFonts w:ascii="Times New Roman" w:hAnsi="Times New Roman"/>
          <w:bCs/>
          <w:szCs w:val="22"/>
        </w:rPr>
        <w:br/>
      </w:r>
      <w:r w:rsidRPr="00D0469C">
        <w:rPr>
          <w:rFonts w:ascii="Times New Roman" w:hAnsi="Times New Roman"/>
          <w:bCs/>
          <w:szCs w:val="22"/>
        </w:rPr>
        <w:t>w formie elektronicznej</w:t>
      </w:r>
      <w:r>
        <w:rPr>
          <w:rFonts w:ascii="Times New Roman" w:hAnsi="Times New Roman"/>
          <w:bCs/>
          <w:szCs w:val="22"/>
        </w:rPr>
        <w:t>/postaci elektronicznej</w:t>
      </w:r>
      <w:r w:rsidRPr="00D0469C">
        <w:rPr>
          <w:rFonts w:ascii="Times New Roman" w:hAnsi="Times New Roman"/>
          <w:bCs/>
          <w:szCs w:val="22"/>
        </w:rPr>
        <w:t xml:space="preserve"> wymagają na żądanie każdej ze stron, niezwłocznego potwierdzenia faktu ich otrzymania.</w:t>
      </w:r>
    </w:p>
    <w:p w:rsidRPr="00D0469C" w:rsidR="00741308" w:rsidP="00741308" w:rsidRDefault="00741308" w14:paraId="5F566B1D" w14:textId="77777777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Wykonawca może się zwrócić do Zamawiającego o wyjaśnienie treści niniejszego zapytania.</w:t>
      </w:r>
    </w:p>
    <w:p w:rsidRPr="00D0469C" w:rsidR="00741308" w:rsidP="00741308" w:rsidRDefault="00741308" w14:paraId="11582CF3" w14:textId="77777777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color w:val="FF0000"/>
          <w:szCs w:val="22"/>
        </w:rPr>
      </w:pPr>
      <w:r w:rsidRPr="00D0469C">
        <w:rPr>
          <w:rFonts w:ascii="Times New Roman" w:hAnsi="Times New Roman"/>
          <w:szCs w:val="22"/>
        </w:rPr>
        <w:t xml:space="preserve">Zamawiający może udzielić wyjaśnień albo pozostawić wniosek bez rozpoznania. Zamawiający przekaże treść wyjaśnień Wykonawcom biorącym udział </w:t>
      </w:r>
      <w:r w:rsidRPr="00D0469C">
        <w:rPr>
          <w:rFonts w:ascii="Times New Roman" w:hAnsi="Times New Roman"/>
          <w:szCs w:val="22"/>
        </w:rPr>
        <w:br/>
        <w:t>w postępowaniu drogą elektroniczną.</w:t>
      </w:r>
    </w:p>
    <w:p w:rsidRPr="00D0469C" w:rsidR="00741308" w:rsidP="00741308" w:rsidRDefault="00741308" w14:paraId="7EC131F4" w14:textId="77777777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 przypadku rozbieżności pomiędzy treścią niniejszego zapytania, a treścią udzielonych odpowiedzi, jako obowiązującą należy przyjąć treść pisma zawierającego późniejsze oświadczenie Zamawiającego.</w:t>
      </w:r>
    </w:p>
    <w:p w:rsidRPr="00D0469C" w:rsidR="00741308" w:rsidP="00741308" w:rsidRDefault="00741308" w14:paraId="54A64903" w14:textId="77777777">
      <w:pPr>
        <w:pStyle w:val="Akapitzlist"/>
        <w:numPr>
          <w:ilvl w:val="1"/>
          <w:numId w:val="13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Zamawiający zastrzega sobie prawo do zmiany treści niniejszego zapytania, w tym zmiany terminu składania i otwarcia ofert.</w:t>
      </w:r>
    </w:p>
    <w:p w:rsidRPr="00D0469C" w:rsidR="00741308" w:rsidP="00741308" w:rsidRDefault="00741308" w14:paraId="0A4BDD2C" w14:textId="77777777">
      <w:pPr>
        <w:spacing w:line="276" w:lineRule="auto"/>
        <w:rPr>
          <w:rFonts w:ascii="Times New Roman" w:hAnsi="Times New Roman"/>
          <w:b/>
          <w:szCs w:val="22"/>
        </w:rPr>
      </w:pPr>
    </w:p>
    <w:p w:rsidRPr="00D0469C" w:rsidR="00741308" w:rsidP="00741308" w:rsidRDefault="00741308" w14:paraId="1B7095BD" w14:textId="77777777">
      <w:pPr>
        <w:pStyle w:val="Akapitzlist"/>
        <w:numPr>
          <w:ilvl w:val="0"/>
          <w:numId w:val="14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  <w:u w:val="single"/>
        </w:rPr>
      </w:pPr>
      <w:r w:rsidRPr="00D0469C">
        <w:rPr>
          <w:rFonts w:ascii="Times New Roman" w:hAnsi="Times New Roman"/>
          <w:szCs w:val="22"/>
          <w:u w:val="single"/>
        </w:rPr>
        <w:t>Podstawy wykluczenia z postępowania:</w:t>
      </w:r>
    </w:p>
    <w:p w:rsidRPr="00D0469C" w:rsidR="00741308" w:rsidP="00741308" w:rsidRDefault="00741308" w14:paraId="492D2257" w14:textId="77777777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 postępowania o udzielenie zamówienia wyklucza się Wykonawcę:</w:t>
      </w:r>
    </w:p>
    <w:p w:rsidRPr="00D0469C" w:rsidR="00741308" w:rsidP="00741308" w:rsidRDefault="00741308" w14:paraId="638B43A9" w14:textId="77777777">
      <w:pPr>
        <w:pStyle w:val="Akapitzlist"/>
        <w:numPr>
          <w:ilvl w:val="0"/>
          <w:numId w:val="15"/>
        </w:numPr>
        <w:spacing w:line="276" w:lineRule="auto"/>
        <w:ind w:left="993" w:hanging="426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</w:rPr>
        <w:t xml:space="preserve">wymienionego w wykazach określonych w </w:t>
      </w:r>
      <w:hyperlink w:history="1" w:anchor="/document/67607987?cm=DOCUMENT" r:id="rId13">
        <w:r w:rsidRPr="00D0469C">
          <w:rPr>
            <w:rStyle w:val="Hipercze"/>
            <w:rFonts w:ascii="Times New Roman" w:hAnsi="Times New Roman"/>
            <w:color w:val="auto"/>
            <w:u w:val="none"/>
          </w:rPr>
          <w:t>rozporządzeniu</w:t>
        </w:r>
      </w:hyperlink>
      <w:r w:rsidRPr="00D0469C">
        <w:rPr>
          <w:rFonts w:ascii="Times New Roman" w:hAnsi="Times New Roman"/>
        </w:rPr>
        <w:t xml:space="preserve"> Rady (WE) nr 765/2006 dnia 18 maja 2006 r. i </w:t>
      </w:r>
      <w:hyperlink w:history="1" w:anchor="/document/68410867?cm=DOCUMENT" r:id="rId14">
        <w:r w:rsidRPr="00D0469C">
          <w:rPr>
            <w:rStyle w:val="Hipercze"/>
            <w:rFonts w:ascii="Times New Roman" w:hAnsi="Times New Roman"/>
            <w:color w:val="auto"/>
            <w:u w:val="none"/>
          </w:rPr>
          <w:t>rozporządzeniu</w:t>
        </w:r>
      </w:hyperlink>
      <w:r w:rsidRPr="00D0469C">
        <w:rPr>
          <w:rFonts w:ascii="Times New Roman" w:hAnsi="Times New Roman"/>
        </w:rPr>
        <w:t xml:space="preserve"> Rady (UE) nr 269/2014 z dnia 17 marca 2014 r. albo wpisanego </w:t>
      </w:r>
      <w:r w:rsidRPr="00D0469C">
        <w:rPr>
          <w:rStyle w:val="Uwydatnienie"/>
          <w:rFonts w:ascii="Times New Roman" w:hAnsi="Times New Roman"/>
        </w:rPr>
        <w:t>na</w:t>
      </w:r>
      <w:r w:rsidRPr="00D0469C">
        <w:rPr>
          <w:rFonts w:ascii="Times New Roman" w:hAnsi="Times New Roman"/>
        </w:rPr>
        <w:t xml:space="preserve"> listę </w:t>
      </w:r>
      <w:r w:rsidRPr="00D0469C">
        <w:rPr>
          <w:rStyle w:val="Uwydatnienie"/>
          <w:rFonts w:ascii="Times New Roman" w:hAnsi="Times New Roman"/>
        </w:rPr>
        <w:t>na</w:t>
      </w:r>
      <w:r w:rsidRPr="00D0469C">
        <w:rPr>
          <w:rFonts w:ascii="Times New Roman" w:hAnsi="Times New Roman"/>
        </w:rPr>
        <w:t xml:space="preserve"> podstawie decyzji w sprawie wpisu </w:t>
      </w:r>
      <w:r w:rsidRPr="00D0469C">
        <w:rPr>
          <w:rStyle w:val="Uwydatnienie"/>
          <w:rFonts w:ascii="Times New Roman" w:hAnsi="Times New Roman"/>
        </w:rPr>
        <w:t>na</w:t>
      </w:r>
      <w:r w:rsidRPr="00D0469C">
        <w:rPr>
          <w:rFonts w:ascii="Times New Roman" w:hAnsi="Times New Roman"/>
        </w:rPr>
        <w:t xml:space="preserve"> listę rozstrzygającej o zastosowaniu środka, o którym mowa w art. 1 pkt 3 ustawy z dnia 13 kwietnia 2022 r. o szczególnych rozwiązaniach w zakresie przeciwdziałania wspierania agresji na Ukrainę oraz służących ochronie bezpieczeństwa narodowego (Dz.U. z </w:t>
      </w:r>
      <w:bookmarkStart w:name="_Hlk170132467" w:id="4"/>
      <w:r w:rsidRPr="0005382C">
        <w:rPr>
          <w:rFonts w:ascii="Times New Roman" w:hAnsi="Times New Roman"/>
        </w:rPr>
        <w:t>2024, poz. 507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t.j</w:t>
      </w:r>
      <w:proofErr w:type="spellEnd"/>
      <w:r>
        <w:rPr>
          <w:rFonts w:ascii="Times New Roman" w:hAnsi="Times New Roman"/>
        </w:rPr>
        <w:t>.</w:t>
      </w:r>
      <w:bookmarkEnd w:id="4"/>
      <w:r w:rsidRPr="00D0469C">
        <w:rPr>
          <w:rFonts w:ascii="Times New Roman" w:hAnsi="Times New Roman"/>
        </w:rPr>
        <w:t>);</w:t>
      </w:r>
    </w:p>
    <w:p w:rsidRPr="00D0469C" w:rsidR="00741308" w:rsidP="00741308" w:rsidRDefault="00741308" w14:paraId="70AFA559" w14:textId="77777777">
      <w:pPr>
        <w:pStyle w:val="Akapitzlist"/>
        <w:numPr>
          <w:ilvl w:val="0"/>
          <w:numId w:val="15"/>
        </w:numPr>
        <w:spacing w:line="276" w:lineRule="auto"/>
        <w:ind w:left="993" w:hanging="426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</w:rPr>
        <w:t xml:space="preserve">którego beneficjentem rzeczywistym w rozumieniu </w:t>
      </w:r>
      <w:hyperlink w:history="1" w:anchor="/document/18708093?cm=DOCUMENT" r:id="rId15">
        <w:r w:rsidRPr="00D0469C">
          <w:rPr>
            <w:rStyle w:val="Uwydatnienie"/>
            <w:rFonts w:ascii="Times New Roman" w:hAnsi="Times New Roman"/>
          </w:rPr>
          <w:t>ustawy</w:t>
        </w:r>
      </w:hyperlink>
      <w:r w:rsidRPr="00D0469C">
        <w:rPr>
          <w:rFonts w:ascii="Times New Roman" w:hAnsi="Times New Roman"/>
        </w:rPr>
        <w:t xml:space="preserve"> z dnia 1 marca 2018 r. </w:t>
      </w:r>
      <w:r>
        <w:rPr>
          <w:rFonts w:ascii="Times New Roman" w:hAnsi="Times New Roman"/>
        </w:rPr>
        <w:br/>
      </w:r>
      <w:r w:rsidRPr="00D0469C">
        <w:rPr>
          <w:rFonts w:ascii="Times New Roman" w:hAnsi="Times New Roman"/>
        </w:rPr>
        <w:t xml:space="preserve">o </w:t>
      </w:r>
      <w:r w:rsidRPr="00D0469C">
        <w:rPr>
          <w:rStyle w:val="Uwydatnienie"/>
          <w:rFonts w:ascii="Times New Roman" w:hAnsi="Times New Roman"/>
        </w:rPr>
        <w:t>przeciwdziałaniu</w:t>
      </w:r>
      <w:r w:rsidRPr="00D0469C">
        <w:rPr>
          <w:rFonts w:ascii="Times New Roman" w:hAnsi="Times New Roman"/>
        </w:rPr>
        <w:t xml:space="preserve"> praniu pieniędzy oraz finansowaniu terroryzmu (Dz. U. z 2022 r. poz. 593 i 655) jest osoba wymieniona w wykazach określonych w </w:t>
      </w:r>
      <w:hyperlink w:history="1" w:anchor="/document/67607987?cm=DOCUMENT" r:id="rId16">
        <w:r w:rsidRPr="00D0469C">
          <w:rPr>
            <w:rStyle w:val="Hipercze"/>
            <w:rFonts w:ascii="Times New Roman" w:hAnsi="Times New Roman"/>
            <w:color w:val="auto"/>
            <w:u w:val="none"/>
          </w:rPr>
          <w:t>rozporządzeniu</w:t>
        </w:r>
      </w:hyperlink>
      <w:r w:rsidRPr="00D0469C">
        <w:rPr>
          <w:rFonts w:ascii="Times New Roman" w:hAnsi="Times New Roman"/>
        </w:rPr>
        <w:t xml:space="preserve"> Rady (WE) nr 765/2006 dnia 18 maja 2006 r. i </w:t>
      </w:r>
      <w:hyperlink w:history="1" w:anchor="/document/68410867?cm=DOCUMENT" r:id="rId17">
        <w:r w:rsidRPr="00D0469C">
          <w:rPr>
            <w:rStyle w:val="Hipercze"/>
            <w:rFonts w:ascii="Times New Roman" w:hAnsi="Times New Roman"/>
            <w:color w:val="auto"/>
            <w:u w:val="none"/>
          </w:rPr>
          <w:t>rozporządzeniu</w:t>
        </w:r>
      </w:hyperlink>
      <w:r w:rsidRPr="00D0469C">
        <w:rPr>
          <w:rFonts w:ascii="Times New Roman" w:hAnsi="Times New Roman"/>
        </w:rPr>
        <w:t xml:space="preserve"> Rady (UE) nr 269/2014 z dnia 17 marca 2014 r. albo wpisana </w:t>
      </w:r>
      <w:r w:rsidRPr="00D0469C">
        <w:rPr>
          <w:rStyle w:val="Uwydatnienie"/>
          <w:rFonts w:ascii="Times New Roman" w:hAnsi="Times New Roman"/>
        </w:rPr>
        <w:t>na</w:t>
      </w:r>
      <w:r w:rsidRPr="00D0469C">
        <w:rPr>
          <w:rFonts w:ascii="Times New Roman" w:hAnsi="Times New Roman"/>
        </w:rPr>
        <w:t xml:space="preserve"> listę lub będąca takim beneficjentem rzeczywistym od dnia 24 lutego 2022 r., o ile została wpisana </w:t>
      </w:r>
      <w:r w:rsidRPr="00D0469C">
        <w:rPr>
          <w:rStyle w:val="Uwydatnienie"/>
          <w:rFonts w:ascii="Times New Roman" w:hAnsi="Times New Roman"/>
        </w:rPr>
        <w:t>na</w:t>
      </w:r>
      <w:r w:rsidRPr="00D0469C">
        <w:rPr>
          <w:rFonts w:ascii="Times New Roman" w:hAnsi="Times New Roman"/>
        </w:rPr>
        <w:t xml:space="preserve"> listę </w:t>
      </w:r>
      <w:r w:rsidRPr="00D0469C">
        <w:rPr>
          <w:rStyle w:val="Uwydatnienie"/>
          <w:rFonts w:ascii="Times New Roman" w:hAnsi="Times New Roman"/>
        </w:rPr>
        <w:t>na</w:t>
      </w:r>
      <w:r w:rsidRPr="00D0469C">
        <w:rPr>
          <w:rFonts w:ascii="Times New Roman" w:hAnsi="Times New Roman"/>
        </w:rPr>
        <w:t xml:space="preserve"> podstawie decyzji w sprawie wpisu </w:t>
      </w:r>
      <w:r w:rsidRPr="00D0469C">
        <w:rPr>
          <w:rStyle w:val="Uwydatnienie"/>
          <w:rFonts w:ascii="Times New Roman" w:hAnsi="Times New Roman"/>
        </w:rPr>
        <w:t>na</w:t>
      </w:r>
      <w:r w:rsidRPr="00D0469C">
        <w:rPr>
          <w:rFonts w:ascii="Times New Roman" w:hAnsi="Times New Roman"/>
        </w:rPr>
        <w:t xml:space="preserve"> listę rozstrzygającej o zastosowaniu środka, o którym mowa w art. 1 pkt 3 ustawy z dnia 13 kwietnia 2022 r. o szczególnych rozwiązaniach </w:t>
      </w:r>
      <w:r w:rsidRPr="00D0469C">
        <w:rPr>
          <w:rFonts w:ascii="Times New Roman" w:hAnsi="Times New Roman"/>
        </w:rPr>
        <w:br/>
        <w:t xml:space="preserve">w zakresie przeciwdziałania wspierania agresji na Ukrainę oraz służących ochronie bezpieczeństwa narodowego (Dz.U. z </w:t>
      </w:r>
      <w:r w:rsidRPr="0005382C">
        <w:rPr>
          <w:rFonts w:ascii="Times New Roman" w:hAnsi="Times New Roman"/>
        </w:rPr>
        <w:t>2024, poz. 507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t.j</w:t>
      </w:r>
      <w:proofErr w:type="spellEnd"/>
      <w:r>
        <w:rPr>
          <w:rFonts w:ascii="Times New Roman" w:hAnsi="Times New Roman"/>
        </w:rPr>
        <w:t>.</w:t>
      </w:r>
      <w:r w:rsidRPr="00D0469C">
        <w:rPr>
          <w:rFonts w:ascii="Times New Roman" w:hAnsi="Times New Roman"/>
        </w:rPr>
        <w:t>);</w:t>
      </w:r>
    </w:p>
    <w:p w:rsidRPr="00D06D79" w:rsidR="00741308" w:rsidP="00741308" w:rsidRDefault="00741308" w14:paraId="1D674A4F" w14:textId="77777777">
      <w:pPr>
        <w:pStyle w:val="Akapitzlist"/>
        <w:numPr>
          <w:ilvl w:val="0"/>
          <w:numId w:val="15"/>
        </w:numPr>
        <w:spacing w:line="276" w:lineRule="auto"/>
        <w:ind w:left="993" w:hanging="426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</w:rPr>
        <w:t xml:space="preserve">którego jednostką dominującą w rozumieniu </w:t>
      </w:r>
      <w:hyperlink w:history="1" w:anchor="/document/16796295?unitId=art(3)ust(1)pkt(37)&amp;cm=DOCUMENT" r:id="rId18">
        <w:r w:rsidRPr="00D0469C">
          <w:rPr>
            <w:rStyle w:val="Hipercze"/>
            <w:rFonts w:ascii="Times New Roman" w:hAnsi="Times New Roman"/>
            <w:color w:val="auto"/>
            <w:u w:val="none"/>
          </w:rPr>
          <w:t>art. 3 ust. 1 pkt 37</w:t>
        </w:r>
      </w:hyperlink>
      <w:r w:rsidRPr="00D0469C">
        <w:rPr>
          <w:rFonts w:ascii="Times New Roman" w:hAnsi="Times New Roman"/>
        </w:rPr>
        <w:t xml:space="preserve"> </w:t>
      </w:r>
      <w:r w:rsidRPr="00D0469C">
        <w:rPr>
          <w:rStyle w:val="Uwydatnienie"/>
          <w:rFonts w:ascii="Times New Roman" w:hAnsi="Times New Roman"/>
        </w:rPr>
        <w:t>ustawy</w:t>
      </w:r>
      <w:r w:rsidRPr="00D0469C">
        <w:rPr>
          <w:rFonts w:ascii="Times New Roman" w:hAnsi="Times New Roman"/>
        </w:rPr>
        <w:t xml:space="preserve"> z dnia 29 września 1994 r. o rachunkowości (Dz. U. z 2021 r. poz. 217, 2105 i 2106) jest podmiot wymieniony w wykazach określonych w Rady (WE) nr 765/2006 dnia 18 maja 2006 r. i </w:t>
      </w:r>
      <w:hyperlink w:history="1" w:anchor="/document/68410867?cm=DOCUMENT" r:id="rId19">
        <w:r w:rsidRPr="00D0469C">
          <w:rPr>
            <w:rStyle w:val="Hipercze"/>
            <w:rFonts w:ascii="Times New Roman" w:hAnsi="Times New Roman"/>
            <w:color w:val="auto"/>
            <w:u w:val="none"/>
          </w:rPr>
          <w:t>rozporządzeniu</w:t>
        </w:r>
      </w:hyperlink>
      <w:r w:rsidRPr="00D0469C">
        <w:rPr>
          <w:rFonts w:ascii="Times New Roman" w:hAnsi="Times New Roman"/>
        </w:rPr>
        <w:t xml:space="preserve"> Rady (UE) nr 269/2014 z dnia 17 marca 2014 r. albo wpisany </w:t>
      </w:r>
      <w:r w:rsidRPr="00D0469C">
        <w:rPr>
          <w:rStyle w:val="Uwydatnienie"/>
          <w:rFonts w:ascii="Times New Roman" w:hAnsi="Times New Roman"/>
        </w:rPr>
        <w:t>na</w:t>
      </w:r>
      <w:r w:rsidRPr="00D0469C">
        <w:rPr>
          <w:rFonts w:ascii="Times New Roman" w:hAnsi="Times New Roman"/>
        </w:rPr>
        <w:t xml:space="preserve"> listę lub będący taką jednostką dominującą od dnia 24 lutego 2022 r., o ile został wpisany </w:t>
      </w:r>
      <w:r w:rsidRPr="00D0469C">
        <w:rPr>
          <w:rStyle w:val="Uwydatnienie"/>
          <w:rFonts w:ascii="Times New Roman" w:hAnsi="Times New Roman"/>
        </w:rPr>
        <w:t>na</w:t>
      </w:r>
      <w:r w:rsidRPr="00D0469C">
        <w:rPr>
          <w:rFonts w:ascii="Times New Roman" w:hAnsi="Times New Roman"/>
        </w:rPr>
        <w:t xml:space="preserve"> listę </w:t>
      </w:r>
      <w:r w:rsidRPr="00D0469C">
        <w:rPr>
          <w:rStyle w:val="Uwydatnienie"/>
          <w:rFonts w:ascii="Times New Roman" w:hAnsi="Times New Roman"/>
        </w:rPr>
        <w:t>na</w:t>
      </w:r>
      <w:r w:rsidRPr="00D0469C">
        <w:rPr>
          <w:rFonts w:ascii="Times New Roman" w:hAnsi="Times New Roman"/>
        </w:rPr>
        <w:t xml:space="preserve"> podstawie decyzji w sprawie wpisu </w:t>
      </w:r>
      <w:r w:rsidRPr="00D0469C">
        <w:rPr>
          <w:rStyle w:val="Uwydatnienie"/>
          <w:rFonts w:ascii="Times New Roman" w:hAnsi="Times New Roman"/>
        </w:rPr>
        <w:t>na</w:t>
      </w:r>
      <w:r w:rsidRPr="00D0469C">
        <w:rPr>
          <w:rFonts w:ascii="Times New Roman" w:hAnsi="Times New Roman"/>
        </w:rPr>
        <w:t xml:space="preserve"> listę rozstrzygającej o zastosowaniu środka, o którym mowa w art. 1 pkt 3 ustawy z dnia 13 kwietnia 2022</w:t>
      </w:r>
      <w:r>
        <w:rPr>
          <w:rFonts w:ascii="Times New Roman" w:hAnsi="Times New Roman"/>
        </w:rPr>
        <w:t xml:space="preserve"> </w:t>
      </w:r>
      <w:r w:rsidRPr="00D0469C">
        <w:rPr>
          <w:rFonts w:ascii="Times New Roman" w:hAnsi="Times New Roman"/>
        </w:rPr>
        <w:t xml:space="preserve">r. o szczególnych rozwiązaniach w zakresie przeciwdziałania wspierania agresji na Ukrainę oraz służących ochronie bezpieczeństwa narodowego (Dz.U. z </w:t>
      </w:r>
      <w:r w:rsidRPr="0005382C">
        <w:rPr>
          <w:rFonts w:ascii="Times New Roman" w:hAnsi="Times New Roman"/>
        </w:rPr>
        <w:t>2024, poz. 507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t.j</w:t>
      </w:r>
      <w:proofErr w:type="spellEnd"/>
      <w:r>
        <w:rPr>
          <w:rFonts w:ascii="Times New Roman" w:hAnsi="Times New Roman"/>
        </w:rPr>
        <w:t>.</w:t>
      </w:r>
      <w:r w:rsidRPr="00D0469C">
        <w:rPr>
          <w:rFonts w:ascii="Times New Roman" w:hAnsi="Times New Roman"/>
        </w:rPr>
        <w:t>).</w:t>
      </w:r>
    </w:p>
    <w:p w:rsidRPr="00D0469C" w:rsidR="00741308" w:rsidP="00741308" w:rsidRDefault="00741308" w14:paraId="1E9A7FA9" w14:textId="77777777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Ocena braku podstaw wykluczenia dokonana zostanie w oparciu o złożone oświadczenie, którego wzór stanowi załącznik nr 4 do niniejszego zapytania.</w:t>
      </w:r>
    </w:p>
    <w:p w:rsidR="00741308" w:rsidP="00741308" w:rsidRDefault="00741308" w14:paraId="28202A66" w14:textId="77777777">
      <w:pPr>
        <w:spacing w:line="276" w:lineRule="auto"/>
        <w:rPr>
          <w:rFonts w:ascii="Times New Roman" w:hAnsi="Times New Roman"/>
          <w:b/>
          <w:szCs w:val="22"/>
        </w:rPr>
      </w:pPr>
    </w:p>
    <w:p w:rsidR="00741308" w:rsidP="00741308" w:rsidRDefault="00741308" w14:paraId="48D98303" w14:textId="77777777">
      <w:pPr>
        <w:spacing w:line="276" w:lineRule="auto"/>
        <w:rPr>
          <w:rFonts w:ascii="Times New Roman" w:hAnsi="Times New Roman"/>
          <w:b/>
          <w:szCs w:val="22"/>
        </w:rPr>
      </w:pPr>
    </w:p>
    <w:p w:rsidRPr="00D0469C" w:rsidR="00741308" w:rsidP="00741308" w:rsidRDefault="00741308" w14:paraId="750740C6" w14:textId="77777777">
      <w:pPr>
        <w:numPr>
          <w:ilvl w:val="0"/>
          <w:numId w:val="14"/>
        </w:numPr>
        <w:spacing w:line="276" w:lineRule="auto"/>
        <w:ind w:left="426" w:hanging="426"/>
        <w:rPr>
          <w:rFonts w:ascii="Times New Roman" w:hAnsi="Times New Roman" w:eastAsia="Calibri"/>
          <w:szCs w:val="22"/>
          <w:u w:val="single"/>
        </w:rPr>
      </w:pPr>
      <w:r w:rsidRPr="00D0469C">
        <w:rPr>
          <w:rFonts w:ascii="Times New Roman" w:hAnsi="Times New Roman" w:eastAsia="Calibri"/>
          <w:szCs w:val="22"/>
          <w:u w:val="single"/>
        </w:rPr>
        <w:lastRenderedPageBreak/>
        <w:t>Wykaz oświadczeń i dokumentów, potwierdzających brak podstaw wykluczenia:</w:t>
      </w:r>
    </w:p>
    <w:p w:rsidRPr="00D0469C" w:rsidR="00741308" w:rsidP="00741308" w:rsidRDefault="00741308" w14:paraId="324CF533" w14:textId="77777777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Na potwierdzenie braku podstaw wykluczenia z postępowania Wykonawca jest zobowiązany złożyć oświadczenie o niepodleganiu wykluczeniu stanowiące załącznik nr 4 do niniejszego zapytania.</w:t>
      </w:r>
    </w:p>
    <w:p w:rsidRPr="00D0469C" w:rsidR="00741308" w:rsidP="00741308" w:rsidRDefault="00741308" w14:paraId="4D677660" w14:textId="77777777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Jeżeli Wykonawca nie złoży dokumentu, o którym mowa w pkt. 7.1, lub złoży dokument niekompletny lub dokument zawierać będzie błędy lub budzić będzie wątpliwości, Zamawiający wezwie do uzupełnienia, poprawienia lub wyjaśnienia tego dokumentu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 xml:space="preserve">w terminie przez siebie wskazanym, pod rygorem uznania oferty jako niespełniającej wymogów niniejszego zapytania. </w:t>
      </w:r>
    </w:p>
    <w:p w:rsidRPr="00D0469C" w:rsidR="00741308" w:rsidP="00741308" w:rsidRDefault="00741308" w14:paraId="15351A58" w14:textId="77777777">
      <w:pPr>
        <w:pStyle w:val="Akapitzlist"/>
        <w:numPr>
          <w:ilvl w:val="1"/>
          <w:numId w:val="14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Zamawiający zastrzega sobie prawo weryfikacji, za pomocą dowolnych środków, oświadczeń i dokumentów złożonych przez Wykonawcę w sytuacji, gdy będą budzić wątpliwości.</w:t>
      </w:r>
    </w:p>
    <w:p w:rsidRPr="00D0469C" w:rsidR="00741308" w:rsidP="00741308" w:rsidRDefault="00741308" w14:paraId="314050CD" w14:textId="77777777">
      <w:pPr>
        <w:spacing w:line="276" w:lineRule="auto"/>
        <w:rPr>
          <w:rFonts w:ascii="Times New Roman" w:hAnsi="Times New Roman"/>
          <w:b/>
          <w:szCs w:val="22"/>
        </w:rPr>
      </w:pPr>
    </w:p>
    <w:p w:rsidRPr="00D0469C" w:rsidR="00741308" w:rsidP="00741308" w:rsidRDefault="00741308" w14:paraId="0B68901C" w14:textId="77777777">
      <w:pPr>
        <w:numPr>
          <w:ilvl w:val="0"/>
          <w:numId w:val="16"/>
        </w:numPr>
        <w:spacing w:line="276" w:lineRule="auto"/>
        <w:ind w:left="567" w:hanging="567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szCs w:val="22"/>
          <w:u w:val="single"/>
        </w:rPr>
        <w:t>Sposób przygotowania oferty</w:t>
      </w:r>
      <w:r w:rsidRPr="00D0469C">
        <w:rPr>
          <w:rFonts w:ascii="Times New Roman" w:hAnsi="Times New Roman"/>
          <w:szCs w:val="22"/>
        </w:rPr>
        <w:t xml:space="preserve">: </w:t>
      </w:r>
    </w:p>
    <w:p w:rsidRPr="00D0469C" w:rsidR="00741308" w:rsidP="00741308" w:rsidRDefault="00741308" w14:paraId="456D2829" w14:textId="77777777">
      <w:pPr>
        <w:pStyle w:val="Akapitzlist"/>
        <w:numPr>
          <w:ilvl w:val="1"/>
          <w:numId w:val="16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Wykonawca może złożyć tylko jedną ofertę.</w:t>
      </w:r>
    </w:p>
    <w:p w:rsidRPr="00D0469C" w:rsidR="00741308" w:rsidP="00741308" w:rsidRDefault="00741308" w14:paraId="07AA8A42" w14:textId="77777777">
      <w:pPr>
        <w:pStyle w:val="Akapitzlist"/>
        <w:numPr>
          <w:ilvl w:val="1"/>
          <w:numId w:val="16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Ofertę </w:t>
      </w:r>
      <w:r w:rsidRPr="00D0469C">
        <w:rPr>
          <w:rFonts w:ascii="Times New Roman" w:hAnsi="Times New Roman" w:eastAsia="Calibri"/>
          <w:szCs w:val="22"/>
          <w:lang w:eastAsia="en-US"/>
        </w:rPr>
        <w:t>należy sporządzić w całości w języku polskim w formie pisemnej lub elektronicznej</w:t>
      </w:r>
      <w:r>
        <w:rPr>
          <w:rFonts w:ascii="Times New Roman" w:hAnsi="Times New Roman" w:eastAsia="Calibri"/>
          <w:szCs w:val="22"/>
          <w:lang w:eastAsia="en-US"/>
        </w:rPr>
        <w:t>/postaci elektronicznej</w:t>
      </w:r>
      <w:r w:rsidRPr="00D0469C">
        <w:rPr>
          <w:rFonts w:ascii="Times New Roman" w:hAnsi="Times New Roman" w:eastAsia="Calibri"/>
          <w:szCs w:val="22"/>
          <w:lang w:eastAsia="en-US"/>
        </w:rPr>
        <w:t>. Dokumenty sporządzone w języku obcym są składane wraz z tłumaczeniem na język polski</w:t>
      </w:r>
      <w:r w:rsidRPr="00D0469C">
        <w:rPr>
          <w:rFonts w:ascii="Times New Roman" w:hAnsi="Times New Roman"/>
          <w:szCs w:val="22"/>
        </w:rPr>
        <w:t>.</w:t>
      </w:r>
    </w:p>
    <w:p w:rsidRPr="00D0469C" w:rsidR="00741308" w:rsidP="00741308" w:rsidRDefault="00741308" w14:paraId="3486C5E4" w14:textId="77777777">
      <w:pPr>
        <w:pStyle w:val="Akapitzlist"/>
        <w:numPr>
          <w:ilvl w:val="1"/>
          <w:numId w:val="16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Treść złożonej oferty musi odpowiadać treści niniejszego zapytania.</w:t>
      </w:r>
    </w:p>
    <w:p w:rsidRPr="00D0469C" w:rsidR="00741308" w:rsidP="00741308" w:rsidRDefault="00741308" w14:paraId="31629358" w14:textId="77777777">
      <w:pPr>
        <w:pStyle w:val="Akapitzlist"/>
        <w:numPr>
          <w:ilvl w:val="1"/>
          <w:numId w:val="16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Wykonawca przygotowuje i przedkłada swoją ofertę zgodnie z wymogami określonymi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w niniejszym zapytaniu.</w:t>
      </w:r>
    </w:p>
    <w:p w:rsidRPr="00D0469C" w:rsidR="00741308" w:rsidP="00741308" w:rsidRDefault="00741308" w14:paraId="2DBB76CE" w14:textId="77777777">
      <w:pPr>
        <w:pStyle w:val="Akapitzlist"/>
        <w:numPr>
          <w:ilvl w:val="1"/>
          <w:numId w:val="16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Wykonawca pokrywa wszelkie koszty związane z przygotowaniem i złożeniem oferty.</w:t>
      </w:r>
    </w:p>
    <w:p w:rsidRPr="00D0469C" w:rsidR="00741308" w:rsidP="00741308" w:rsidRDefault="00741308" w14:paraId="0BC97C87" w14:textId="77777777">
      <w:pPr>
        <w:pStyle w:val="Akapitzlist"/>
        <w:numPr>
          <w:ilvl w:val="1"/>
          <w:numId w:val="16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Oferta musi zawierać:</w:t>
      </w:r>
    </w:p>
    <w:p w:rsidRPr="00D0469C" w:rsidR="00741308" w:rsidP="00741308" w:rsidRDefault="00741308" w14:paraId="4BBB09A7" w14:textId="77777777">
      <w:pPr>
        <w:pStyle w:val="Akapitzlist"/>
        <w:numPr>
          <w:ilvl w:val="0"/>
          <w:numId w:val="4"/>
        </w:numPr>
        <w:spacing w:line="276" w:lineRule="auto"/>
        <w:ind w:left="993" w:hanging="426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Formularz OFERTA, którego wzór stanowi załącznik nr 1 do niniejszego zapytania.</w:t>
      </w:r>
    </w:p>
    <w:p w:rsidRPr="00D0469C" w:rsidR="00741308" w:rsidP="00741308" w:rsidRDefault="00741308" w14:paraId="616E37DD" w14:textId="77777777">
      <w:pPr>
        <w:pStyle w:val="Akapitzlist"/>
        <w:spacing w:line="276" w:lineRule="auto"/>
        <w:ind w:left="993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Nie złożenie Formularza Ofertowego lub brak podpisu Wykonawcy na Formularzu Ofertowym, lub podpisanie Formularza Ofertowego przez osoby nieuprawnione nie będzie podlegało jego uzupełnieniu.</w:t>
      </w:r>
    </w:p>
    <w:p w:rsidRPr="00D0469C" w:rsidR="00741308" w:rsidP="00741308" w:rsidRDefault="00741308" w14:paraId="5C61FE36" w14:textId="77777777">
      <w:pPr>
        <w:pStyle w:val="Akapitzlist"/>
        <w:numPr>
          <w:ilvl w:val="0"/>
          <w:numId w:val="4"/>
        </w:numPr>
        <w:spacing w:line="276" w:lineRule="auto"/>
        <w:ind w:left="993" w:hanging="426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Formularz Parametry techniczne oferowanego samochodu, którego wzór stanowi załącznik nr 2 do niniejszego zapytania.</w:t>
      </w:r>
    </w:p>
    <w:p w:rsidRPr="00D0469C" w:rsidR="00741308" w:rsidP="00741308" w:rsidRDefault="00741308" w14:paraId="36625128" w14:textId="77777777">
      <w:pPr>
        <w:pStyle w:val="Akapitzlist"/>
        <w:spacing w:line="276" w:lineRule="auto"/>
        <w:ind w:left="993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Nie złożenie ww. Formularza lub brak podpisu Wykonawcy na Formularzu, lub podpisanie Formularza przez osoby nieuprawnione nie będzie podlegało jego uzupełnieniu.</w:t>
      </w:r>
    </w:p>
    <w:p w:rsidRPr="00D0469C" w:rsidR="00741308" w:rsidP="00741308" w:rsidRDefault="00741308" w14:paraId="74D048D0" w14:textId="77777777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Dokument, z którego wynika upoważnienie do reprezentowania Wykonawcy; jeżeli ofertę podpisuje pełnomocnik – dokument pełnomocnictwa lub dokument, z którego wynika uprawnienie dla osoby udzielającej pełnomocnictwa, do dokonania takiej czynności, jeżeli takie umocowanie nie wynika z dokumentów ogólnie dostępnych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 xml:space="preserve">w bazach </w:t>
      </w:r>
      <w:proofErr w:type="spellStart"/>
      <w:r w:rsidRPr="00D0469C">
        <w:rPr>
          <w:rFonts w:ascii="Times New Roman" w:hAnsi="Times New Roman"/>
          <w:szCs w:val="22"/>
        </w:rPr>
        <w:t>CEiDG</w:t>
      </w:r>
      <w:proofErr w:type="spellEnd"/>
      <w:r w:rsidRPr="00D0469C">
        <w:rPr>
          <w:rFonts w:ascii="Times New Roman" w:hAnsi="Times New Roman"/>
          <w:szCs w:val="22"/>
        </w:rPr>
        <w:t xml:space="preserve"> lub KRS. </w:t>
      </w:r>
    </w:p>
    <w:p w:rsidRPr="00D0469C" w:rsidR="00741308" w:rsidP="00741308" w:rsidRDefault="00741308" w14:paraId="7586593B" w14:textId="77777777">
      <w:pPr>
        <w:pStyle w:val="Akapitzlist"/>
        <w:spacing w:line="276" w:lineRule="auto"/>
        <w:ind w:left="993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Jeżeli dokumenty rejestrowe mogą być pobrane z ogólnie dostępnych baz danych np. </w:t>
      </w:r>
      <w:proofErr w:type="spellStart"/>
      <w:r w:rsidRPr="00D0469C">
        <w:rPr>
          <w:rFonts w:ascii="Times New Roman" w:hAnsi="Times New Roman"/>
          <w:szCs w:val="22"/>
        </w:rPr>
        <w:t>CEiDG</w:t>
      </w:r>
      <w:proofErr w:type="spellEnd"/>
      <w:r w:rsidRPr="00D0469C">
        <w:rPr>
          <w:rFonts w:ascii="Times New Roman" w:hAnsi="Times New Roman"/>
          <w:szCs w:val="22"/>
        </w:rPr>
        <w:t xml:space="preserve"> lub KRS Zamawiający sam je pobierze i Wykonawca wówczas nie jest zobowiązany do ich złożenia. </w:t>
      </w:r>
    </w:p>
    <w:p w:rsidRPr="00D0469C" w:rsidR="00741308" w:rsidP="00741308" w:rsidRDefault="00741308" w14:paraId="3E1A2E6F" w14:textId="77777777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Pełnomocnictwo – jeżeli dotyczy (w przypadku Wykonawców wspólnie ubiegających się o udzielenie zamówienia – pełnomocnictwo rodzajowe do reprezentowania ich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w niniejszym postępowaniu albo reprezentowania w postępowaniu i zawarcia umowy).</w:t>
      </w:r>
    </w:p>
    <w:p w:rsidRPr="00D0469C" w:rsidR="00741308" w:rsidP="00741308" w:rsidRDefault="00741308" w14:paraId="0D7437DC" w14:textId="77777777">
      <w:pPr>
        <w:pStyle w:val="Akapitzlist"/>
        <w:numPr>
          <w:ilvl w:val="0"/>
          <w:numId w:val="4"/>
        </w:numPr>
        <w:spacing w:line="276" w:lineRule="auto"/>
        <w:ind w:left="993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Dokument, o którym mowa w pkt. 7.1. </w:t>
      </w:r>
    </w:p>
    <w:p w:rsidRPr="00D0469C" w:rsidR="00741308" w:rsidP="00741308" w:rsidRDefault="00741308" w14:paraId="3E8FBD1A" w14:textId="77777777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Zamawiający zaleca wykorzystanie formularzy stanowiących integralną część niniejszego zapytania. Dopuszcza się złożenie w ofercie formularzy opracowanych przez Wykonawcę, </w:t>
      </w:r>
      <w:r w:rsidRPr="00D0469C">
        <w:rPr>
          <w:rFonts w:ascii="Times New Roman" w:hAnsi="Times New Roman"/>
          <w:szCs w:val="22"/>
        </w:rPr>
        <w:lastRenderedPageBreak/>
        <w:t>pod warunkiem jednak, że ich treść będzie odpowiadać wymaganiom Zamawiającego określonym w niniejszym zapytaniu.</w:t>
      </w:r>
    </w:p>
    <w:p w:rsidRPr="00D0469C" w:rsidR="00741308" w:rsidP="00741308" w:rsidRDefault="00741308" w14:paraId="2B56618B" w14:textId="77777777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 przypadku złożenia oferty w formie pisemnej zaleca się, aby wszystkie strony oferty były ponumerowane, opatrzone pieczęciami imiennymi osoby upoważnionej i trwale ze sobą połączone (zszyte lub zbindowane).</w:t>
      </w:r>
    </w:p>
    <w:p w:rsidRPr="00D0469C" w:rsidR="00741308" w:rsidP="00741308" w:rsidRDefault="00741308" w14:paraId="2BE8D5D5" w14:textId="77777777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Pełnomocnictwo musi być złożone w formie oryginału lub notarialnie potwierdzonej kopii. Wymagane, a niezłożone lub wadliwe pełnomocnictwa podlegać będą uzupełnieniu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w terminie wskazanym przez Zamawiającego.</w:t>
      </w:r>
    </w:p>
    <w:p w:rsidRPr="00D0469C" w:rsidR="00741308" w:rsidP="00741308" w:rsidRDefault="00741308" w14:paraId="1E601908" w14:textId="77777777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Wymagane, a niezłożone lub wadliwe dokumenty, z których wynika upoważnienie do reprezentacji Wykonawcy podlegać będą uzupełnieniu w terminie wskazanym przez Zamawiającego z zastrzeżeniem pkt. 8.6 lit. c, zdanie drugie.</w:t>
      </w:r>
    </w:p>
    <w:p w:rsidRPr="00D0469C" w:rsidR="00741308" w:rsidP="00741308" w:rsidRDefault="00741308" w14:paraId="67AD1AC6" w14:textId="77777777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Zamawiający zastrzega sobie prawo weryfikacji, za pomocą dowolnych środków, oświadczeń i dokumentów złożonych przez Wykonawcę w sytuacji, gdy będą budzić wątpliwości.</w:t>
      </w:r>
    </w:p>
    <w:p w:rsidRPr="00D0469C" w:rsidR="00741308" w:rsidP="00741308" w:rsidRDefault="00741308" w14:paraId="76E91A15" w14:textId="77777777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Wszystkie dokonane korekty, skreślenia i poprawki powinny być parafowane (w miejscu wniesienia tych poprawek) przez osobę/osoby podpisującą/podpisujące lub osobę/osoby upoważnioną/upoważnione do jej podpisania.</w:t>
      </w:r>
    </w:p>
    <w:p w:rsidRPr="00D0469C" w:rsidR="00741308" w:rsidP="00741308" w:rsidRDefault="00741308" w14:paraId="679A9701" w14:textId="77777777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 w:eastAsia="Calibri"/>
          <w:szCs w:val="22"/>
          <w:lang w:eastAsia="en-US"/>
        </w:rPr>
        <w:t>W przypadku złożenia oferty w formie pisemnej, winna być ona złożona w zamkniętym opakowaniu</w:t>
      </w:r>
      <w:r w:rsidRPr="00D0469C">
        <w:rPr>
          <w:rFonts w:ascii="Times New Roman" w:hAnsi="Times New Roman"/>
          <w:szCs w:val="22"/>
        </w:rPr>
        <w:t xml:space="preserve">. Opakowanie ma być zaadresowane na adres Zamawiającego:  </w:t>
      </w:r>
    </w:p>
    <w:p w:rsidRPr="00D0469C" w:rsidR="00741308" w:rsidP="00741308" w:rsidRDefault="00741308" w14:paraId="309FF979" w14:textId="77777777">
      <w:pPr>
        <w:pStyle w:val="Akapitzlist"/>
        <w:spacing w:line="276" w:lineRule="auto"/>
        <w:jc w:val="center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b/>
          <w:szCs w:val="22"/>
        </w:rPr>
        <w:t>Państwowa Inspekcja Pracy</w:t>
      </w:r>
    </w:p>
    <w:p w:rsidRPr="00D0469C" w:rsidR="00741308" w:rsidP="00741308" w:rsidRDefault="00741308" w14:paraId="04327752" w14:textId="77777777">
      <w:pPr>
        <w:pStyle w:val="Akapitzlist"/>
        <w:spacing w:line="276" w:lineRule="auto"/>
        <w:jc w:val="center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b/>
          <w:szCs w:val="22"/>
        </w:rPr>
        <w:t>Okręgowy Inspektorat Pracy w Opolu</w:t>
      </w:r>
    </w:p>
    <w:p w:rsidRPr="00D0469C" w:rsidR="00741308" w:rsidP="00741308" w:rsidRDefault="00741308" w14:paraId="1F182888" w14:textId="77777777">
      <w:pPr>
        <w:pStyle w:val="Akapitzlist"/>
        <w:spacing w:line="276" w:lineRule="auto"/>
        <w:jc w:val="center"/>
        <w:rPr>
          <w:rFonts w:ascii="Times New Roman" w:hAnsi="Times New Roman"/>
          <w:b/>
          <w:bCs/>
          <w:szCs w:val="22"/>
        </w:rPr>
      </w:pPr>
      <w:r w:rsidRPr="00D0469C">
        <w:rPr>
          <w:rFonts w:ascii="Times New Roman" w:hAnsi="Times New Roman"/>
          <w:b/>
          <w:bCs/>
          <w:szCs w:val="22"/>
        </w:rPr>
        <w:t xml:space="preserve">45-231 Opole, ul. Oleska 121 C, Sekretariat pok. 22 </w:t>
      </w:r>
    </w:p>
    <w:p w:rsidRPr="00D0469C" w:rsidR="00741308" w:rsidP="00741308" w:rsidRDefault="00741308" w14:paraId="7CD7B588" w14:textId="77777777">
      <w:pPr>
        <w:spacing w:line="276" w:lineRule="auto"/>
        <w:ind w:left="360"/>
        <w:jc w:val="center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 dopiskiem:</w:t>
      </w:r>
    </w:p>
    <w:p w:rsidRPr="00D0469C" w:rsidR="00741308" w:rsidP="00741308" w:rsidRDefault="00741308" w14:paraId="7A5C1139" w14:textId="77777777">
      <w:pPr>
        <w:pStyle w:val="Akapitzlist"/>
        <w:spacing w:line="276" w:lineRule="auto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  <w:u w:val="single"/>
        </w:rPr>
        <w:t>Oferta na zadanie pn</w:t>
      </w:r>
      <w:r w:rsidRPr="00D0469C">
        <w:rPr>
          <w:rFonts w:ascii="Times New Roman" w:hAnsi="Times New Roman"/>
          <w:szCs w:val="22"/>
        </w:rPr>
        <w:t>.:</w:t>
      </w:r>
      <w:r w:rsidRPr="00D0469C">
        <w:rPr>
          <w:rFonts w:ascii="Times New Roman" w:hAnsi="Times New Roman"/>
          <w:i/>
          <w:szCs w:val="22"/>
        </w:rPr>
        <w:t xml:space="preserve"> Dostawa samochodu osobowego dla Państwowej Inspekcji Pracy Okręgowego Inspektoratu Pracy w Opolu.</w:t>
      </w:r>
    </w:p>
    <w:p w:rsidRPr="00D0469C" w:rsidR="00741308" w:rsidP="00741308" w:rsidRDefault="00741308" w14:paraId="390DAA6C" w14:textId="77777777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Wykonawca może przed upływem terminu do składania ofert zmienić lub wycofać ofertę.</w:t>
      </w:r>
    </w:p>
    <w:p w:rsidRPr="00D0469C" w:rsidR="00741308" w:rsidP="00741308" w:rsidRDefault="00741308" w14:paraId="5C4FCEAB" w14:textId="77777777">
      <w:pPr>
        <w:spacing w:line="276" w:lineRule="auto"/>
        <w:ind w:left="284"/>
        <w:rPr>
          <w:rFonts w:ascii="Times New Roman" w:hAnsi="Times New Roman"/>
          <w:b/>
          <w:szCs w:val="22"/>
        </w:rPr>
      </w:pPr>
    </w:p>
    <w:p w:rsidRPr="00D0469C" w:rsidR="00741308" w:rsidP="00741308" w:rsidRDefault="00741308" w14:paraId="7CB8635D" w14:textId="77777777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szCs w:val="22"/>
          <w:u w:val="single"/>
        </w:rPr>
        <w:t>Udzielanie wyjaśnień – osoby upoważnione do kontaktu z Wykonawcą:</w:t>
      </w:r>
    </w:p>
    <w:p w:rsidRPr="00D0469C" w:rsidR="00741308" w:rsidP="00741308" w:rsidRDefault="00741308" w14:paraId="48C8E08B" w14:textId="77777777">
      <w:pPr>
        <w:spacing w:line="276" w:lineRule="auto"/>
        <w:ind w:left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Pytania można przesyłać pisemnie do siedziby Zamawiającego lub e-mail na adres </w:t>
      </w:r>
      <w:hyperlink w:history="1" r:id="rId20">
        <w:r w:rsidRPr="00D0469C">
          <w:rPr>
            <w:rStyle w:val="Hipercze"/>
            <w:rFonts w:ascii="Times New Roman" w:hAnsi="Times New Roman"/>
            <w:color w:val="auto"/>
            <w:szCs w:val="22"/>
            <w:u w:val="none"/>
          </w:rPr>
          <w:t>kancelaria@opole.pip.gov.pl</w:t>
        </w:r>
      </w:hyperlink>
      <w:r w:rsidRPr="00D0469C">
        <w:rPr>
          <w:rFonts w:ascii="Times New Roman" w:hAnsi="Times New Roman"/>
          <w:szCs w:val="22"/>
        </w:rPr>
        <w:t xml:space="preserve">. </w:t>
      </w:r>
    </w:p>
    <w:p w:rsidRPr="00D0469C" w:rsidR="00741308" w:rsidP="00741308" w:rsidRDefault="00741308" w14:paraId="5D5B14C7" w14:textId="77777777">
      <w:pPr>
        <w:spacing w:line="276" w:lineRule="auto"/>
        <w:ind w:left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Osoby do kontaktu: </w:t>
      </w:r>
    </w:p>
    <w:p w:rsidRPr="00D0469C" w:rsidR="00741308" w:rsidP="00741308" w:rsidRDefault="00741308" w14:paraId="0A38FFCC" w14:textId="77777777">
      <w:pPr>
        <w:numPr>
          <w:ilvl w:val="0"/>
          <w:numId w:val="8"/>
        </w:numPr>
        <w:spacing w:line="276" w:lineRule="auto"/>
        <w:ind w:left="851" w:hanging="425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Pani Beata Chadryś, nr tel.: 77 470 09 18, e-mail: </w:t>
      </w:r>
      <w:hyperlink w:history="1" r:id="rId21">
        <w:r w:rsidRPr="00D0469C">
          <w:rPr>
            <w:rStyle w:val="Hipercze"/>
            <w:rFonts w:ascii="Times New Roman" w:hAnsi="Times New Roman"/>
            <w:color w:val="auto"/>
            <w:szCs w:val="22"/>
            <w:u w:val="none"/>
          </w:rPr>
          <w:t>kancelaria@opole.pip.gov.pl</w:t>
        </w:r>
      </w:hyperlink>
      <w:r w:rsidRPr="00D0469C">
        <w:rPr>
          <w:rFonts w:ascii="Times New Roman" w:hAnsi="Times New Roman"/>
          <w:szCs w:val="22"/>
        </w:rPr>
        <w:t>;</w:t>
      </w:r>
    </w:p>
    <w:p w:rsidRPr="00D0469C" w:rsidR="00741308" w:rsidP="00741308" w:rsidRDefault="00741308" w14:paraId="47B9DEFF" w14:textId="77777777">
      <w:pPr>
        <w:numPr>
          <w:ilvl w:val="0"/>
          <w:numId w:val="8"/>
        </w:numPr>
        <w:spacing w:line="276" w:lineRule="auto"/>
        <w:ind w:left="851" w:hanging="425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Pan Jarosław Misiak, nr tel.: 77 470 09 08, e-mail: kancelaria@opole.pip.gov.pl.</w:t>
      </w:r>
    </w:p>
    <w:p w:rsidRPr="00D0469C" w:rsidR="00741308" w:rsidP="00741308" w:rsidRDefault="00741308" w14:paraId="40ACA4B8" w14:textId="77777777">
      <w:pPr>
        <w:spacing w:line="276" w:lineRule="auto"/>
        <w:ind w:left="284"/>
        <w:rPr>
          <w:rFonts w:ascii="Times New Roman" w:hAnsi="Times New Roman"/>
          <w:szCs w:val="22"/>
        </w:rPr>
      </w:pPr>
    </w:p>
    <w:p w:rsidRPr="00D0469C" w:rsidR="00741308" w:rsidP="00741308" w:rsidRDefault="00741308" w14:paraId="3A37F6A5" w14:textId="77777777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  <w:u w:val="single"/>
        </w:rPr>
        <w:t>Zasady odrzucenia ofert:</w:t>
      </w:r>
    </w:p>
    <w:p w:rsidRPr="00D0469C" w:rsidR="00741308" w:rsidP="00741308" w:rsidRDefault="00741308" w14:paraId="0FFDDC94" w14:textId="77777777">
      <w:pPr>
        <w:pStyle w:val="Tekstpodstawowy"/>
        <w:tabs>
          <w:tab w:val="left" w:pos="720"/>
        </w:tabs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Zamawiający odrzuci ofertę w przypadku gdy:</w:t>
      </w:r>
    </w:p>
    <w:p w:rsidRPr="00D0469C" w:rsidR="00741308" w:rsidP="00741308" w:rsidRDefault="00741308" w14:paraId="1903DBEE" w14:textId="77777777">
      <w:pPr>
        <w:pStyle w:val="Tekstpodstawowy"/>
        <w:numPr>
          <w:ilvl w:val="0"/>
          <w:numId w:val="5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</w:rPr>
        <w:t>została złożona przez Wykonawcę podlegającemu wykluczeniu z postępowania</w:t>
      </w:r>
      <w:r w:rsidRPr="00D0469C">
        <w:rPr>
          <w:rFonts w:ascii="Times New Roman" w:hAnsi="Times New Roman"/>
          <w:szCs w:val="22"/>
        </w:rPr>
        <w:t>;</w:t>
      </w:r>
    </w:p>
    <w:p w:rsidRPr="00D0469C" w:rsidR="00741308" w:rsidP="00741308" w:rsidRDefault="00741308" w14:paraId="4418FBD9" w14:textId="77777777">
      <w:pPr>
        <w:numPr>
          <w:ilvl w:val="0"/>
          <w:numId w:val="5"/>
        </w:numPr>
        <w:ind w:left="426" w:hanging="426"/>
        <w:rPr>
          <w:rFonts w:ascii="Times New Roman" w:hAnsi="Times New Roman"/>
        </w:rPr>
      </w:pPr>
      <w:r w:rsidRPr="00D0469C">
        <w:rPr>
          <w:rFonts w:ascii="Times New Roman" w:hAnsi="Times New Roman"/>
        </w:rPr>
        <w:t>została złożona po terminie;</w:t>
      </w:r>
    </w:p>
    <w:p w:rsidRPr="00D0469C" w:rsidR="00741308" w:rsidP="00741308" w:rsidRDefault="00741308" w14:paraId="0D828B20" w14:textId="77777777">
      <w:pPr>
        <w:pStyle w:val="Tekstpodstawowy"/>
        <w:numPr>
          <w:ilvl w:val="0"/>
          <w:numId w:val="5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jest niezgodna z wymaganiami określonymi w zapytaniu, w tym z opisem przedmiotu zamówienia;</w:t>
      </w:r>
    </w:p>
    <w:p w:rsidRPr="00D0469C" w:rsidR="00741308" w:rsidP="00741308" w:rsidRDefault="00741308" w14:paraId="6420158D" w14:textId="77777777">
      <w:pPr>
        <w:pStyle w:val="Tekstpodstawowy"/>
        <w:numPr>
          <w:ilvl w:val="0"/>
          <w:numId w:val="5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zawiera błędy w obliczeniu ceny, których nie można poprawić na zasadzie oczywistych omyłek rachunkowych bądź błędów rachunkowych;</w:t>
      </w:r>
    </w:p>
    <w:p w:rsidRPr="00314737" w:rsidR="00741308" w:rsidP="00741308" w:rsidRDefault="00741308" w14:paraId="3DE7B4A3" w14:textId="77777777">
      <w:pPr>
        <w:numPr>
          <w:ilvl w:val="0"/>
          <w:numId w:val="5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Wykonawca w terminie 3 dni od dnia doręczenia zawiadomienia nie zgodził się na poprawienie innej omyłki, o której mowa w pkt. 11.5.</w:t>
      </w:r>
    </w:p>
    <w:p w:rsidR="00741308" w:rsidP="00741308" w:rsidRDefault="00741308" w14:paraId="7D09B910" w14:textId="77777777">
      <w:pPr>
        <w:spacing w:line="276" w:lineRule="auto"/>
        <w:rPr>
          <w:rFonts w:ascii="Times New Roman" w:hAnsi="Times New Roman"/>
          <w:szCs w:val="22"/>
        </w:rPr>
      </w:pPr>
    </w:p>
    <w:p w:rsidR="001343F3" w:rsidP="00741308" w:rsidRDefault="001343F3" w14:paraId="34DF6730" w14:textId="77777777">
      <w:pPr>
        <w:spacing w:line="276" w:lineRule="auto"/>
        <w:rPr>
          <w:rFonts w:ascii="Times New Roman" w:hAnsi="Times New Roman"/>
          <w:szCs w:val="22"/>
        </w:rPr>
      </w:pPr>
    </w:p>
    <w:p w:rsidRPr="00D0469C" w:rsidR="001343F3" w:rsidP="00741308" w:rsidRDefault="001343F3" w14:paraId="357A3EB8" w14:textId="77777777">
      <w:pPr>
        <w:spacing w:line="276" w:lineRule="auto"/>
        <w:rPr>
          <w:rFonts w:ascii="Times New Roman" w:hAnsi="Times New Roman"/>
          <w:szCs w:val="22"/>
        </w:rPr>
      </w:pPr>
    </w:p>
    <w:p w:rsidRPr="00D0469C" w:rsidR="00741308" w:rsidP="00741308" w:rsidRDefault="00741308" w14:paraId="790D9192" w14:textId="77777777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:rsidRPr="00D0469C" w:rsidR="00741308" w:rsidP="00741308" w:rsidRDefault="00741308" w14:paraId="18968A7F" w14:textId="77777777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:rsidRPr="00D0469C" w:rsidR="00741308" w:rsidP="00741308" w:rsidRDefault="00741308" w14:paraId="624BF8BC" w14:textId="77777777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:rsidRPr="00D0469C" w:rsidR="00741308" w:rsidP="00741308" w:rsidRDefault="00741308" w14:paraId="179232E5" w14:textId="77777777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:rsidRPr="00D0469C" w:rsidR="00741308" w:rsidP="00741308" w:rsidRDefault="00741308" w14:paraId="5EB73290" w14:textId="77777777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:rsidRPr="00D0469C" w:rsidR="00741308" w:rsidP="00741308" w:rsidRDefault="00741308" w14:paraId="351BA112" w14:textId="77777777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:rsidRPr="00D0469C" w:rsidR="00741308" w:rsidP="00741308" w:rsidRDefault="00741308" w14:paraId="7FFEF272" w14:textId="77777777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:rsidRPr="00D0469C" w:rsidR="00741308" w:rsidP="00741308" w:rsidRDefault="00741308" w14:paraId="72A8077B" w14:textId="77777777">
      <w:pPr>
        <w:pStyle w:val="Akapitzlist"/>
        <w:numPr>
          <w:ilvl w:val="0"/>
          <w:numId w:val="3"/>
        </w:numPr>
        <w:spacing w:line="276" w:lineRule="auto"/>
        <w:rPr>
          <w:rFonts w:ascii="Times New Roman" w:hAnsi="Times New Roman"/>
          <w:vanish/>
          <w:szCs w:val="22"/>
        </w:rPr>
      </w:pPr>
    </w:p>
    <w:p w:rsidRPr="00D0469C" w:rsidR="00741308" w:rsidP="00741308" w:rsidRDefault="00741308" w14:paraId="3333F47E" w14:textId="77777777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  <w:u w:val="single"/>
        </w:rPr>
        <w:t>Opis kryteriów wyboru oferty i sposób oceny ofert</w:t>
      </w:r>
      <w:r w:rsidRPr="00D0469C">
        <w:rPr>
          <w:rFonts w:ascii="Times New Roman" w:hAnsi="Times New Roman"/>
          <w:szCs w:val="22"/>
        </w:rPr>
        <w:t>:</w:t>
      </w:r>
    </w:p>
    <w:p w:rsidRPr="00D0469C" w:rsidR="00741308" w:rsidP="00741308" w:rsidRDefault="00741308" w14:paraId="6B375485" w14:textId="77777777">
      <w:pPr>
        <w:spacing w:line="276" w:lineRule="auto"/>
        <w:ind w:left="2977" w:hanging="2551"/>
        <w:rPr>
          <w:rFonts w:ascii="Times New Roman" w:hAnsi="Times New Roman"/>
          <w:szCs w:val="22"/>
        </w:rPr>
      </w:pPr>
    </w:p>
    <w:p w:rsidRPr="00D0469C" w:rsidR="00741308" w:rsidP="00741308" w:rsidRDefault="00741308" w14:paraId="44B26ED9" w14:textId="77777777">
      <w:pPr>
        <w:pStyle w:val="Akapitzlist"/>
        <w:numPr>
          <w:ilvl w:val="1"/>
          <w:numId w:val="16"/>
        </w:numPr>
        <w:spacing w:line="276" w:lineRule="auto"/>
        <w:ind w:left="567" w:hanging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Przy ocenie ofert będą obowiązywały </w:t>
      </w:r>
      <w:r>
        <w:rPr>
          <w:rFonts w:ascii="Times New Roman" w:hAnsi="Times New Roman"/>
          <w:szCs w:val="22"/>
        </w:rPr>
        <w:t>trzy</w:t>
      </w:r>
      <w:r w:rsidRPr="00D0469C">
        <w:rPr>
          <w:rFonts w:ascii="Times New Roman" w:hAnsi="Times New Roman"/>
          <w:szCs w:val="22"/>
        </w:rPr>
        <w:t xml:space="preserve"> kryteria przedmiotowe:</w:t>
      </w:r>
    </w:p>
    <w:p w:rsidRPr="00D0469C" w:rsidR="00741308" w:rsidP="00741308" w:rsidRDefault="00741308" w14:paraId="0C53507B" w14:textId="77777777">
      <w:pPr>
        <w:pStyle w:val="Akapitzlist"/>
        <w:spacing w:line="276" w:lineRule="auto"/>
        <w:ind w:left="0" w:firstLine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b/>
          <w:bCs/>
          <w:szCs w:val="22"/>
        </w:rPr>
        <w:t>I Cena = 70% (max. 70 pkt.)</w:t>
      </w:r>
      <w:r w:rsidRPr="00D0469C">
        <w:rPr>
          <w:rFonts w:ascii="Times New Roman" w:hAnsi="Times New Roman"/>
          <w:szCs w:val="22"/>
        </w:rPr>
        <w:t xml:space="preserve"> </w:t>
      </w:r>
    </w:p>
    <w:p w:rsidRPr="00D0469C" w:rsidR="00741308" w:rsidP="00741308" w:rsidRDefault="00741308" w14:paraId="73432365" w14:textId="77777777">
      <w:pPr>
        <w:pStyle w:val="Akapitzlist"/>
        <w:spacing w:line="276" w:lineRule="auto"/>
        <w:ind w:left="567"/>
        <w:contextualSpacing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Oferty nie podlegające odrzuceniu będą oceniane według wzoru: (</w:t>
      </w:r>
      <w:proofErr w:type="spellStart"/>
      <w:r w:rsidRPr="00D0469C">
        <w:rPr>
          <w:rFonts w:ascii="Times New Roman" w:hAnsi="Times New Roman"/>
          <w:szCs w:val="22"/>
        </w:rPr>
        <w:t>Cn</w:t>
      </w:r>
      <w:proofErr w:type="spellEnd"/>
      <w:r w:rsidRPr="00D0469C">
        <w:rPr>
          <w:rFonts w:ascii="Times New Roman" w:hAnsi="Times New Roman"/>
          <w:szCs w:val="22"/>
        </w:rPr>
        <w:t xml:space="preserve"> : </w:t>
      </w:r>
      <w:proofErr w:type="spellStart"/>
      <w:r w:rsidRPr="00D0469C">
        <w:rPr>
          <w:rFonts w:ascii="Times New Roman" w:hAnsi="Times New Roman"/>
          <w:szCs w:val="22"/>
        </w:rPr>
        <w:t>Cb</w:t>
      </w:r>
      <w:proofErr w:type="spellEnd"/>
      <w:r w:rsidRPr="00D0469C">
        <w:rPr>
          <w:rFonts w:ascii="Times New Roman" w:hAnsi="Times New Roman"/>
          <w:szCs w:val="22"/>
        </w:rPr>
        <w:t xml:space="preserve">) x 70,  </w:t>
      </w:r>
    </w:p>
    <w:p w:rsidRPr="00D0469C" w:rsidR="00741308" w:rsidP="00741308" w:rsidRDefault="00741308" w14:paraId="71B1DA0A" w14:textId="77777777">
      <w:pPr>
        <w:pStyle w:val="Akapitzlist"/>
        <w:spacing w:line="276" w:lineRule="auto"/>
        <w:ind w:left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gdzie: </w:t>
      </w:r>
      <w:proofErr w:type="spellStart"/>
      <w:r w:rsidRPr="00D0469C">
        <w:rPr>
          <w:rFonts w:ascii="Times New Roman" w:hAnsi="Times New Roman"/>
          <w:szCs w:val="22"/>
        </w:rPr>
        <w:t>Cn</w:t>
      </w:r>
      <w:proofErr w:type="spellEnd"/>
      <w:r w:rsidRPr="00D0469C">
        <w:rPr>
          <w:rFonts w:ascii="Times New Roman" w:hAnsi="Times New Roman"/>
          <w:szCs w:val="22"/>
        </w:rPr>
        <w:t xml:space="preserve"> - najniższa oferowana cena spośród nie odrzuconych ofert; </w:t>
      </w:r>
      <w:proofErr w:type="spellStart"/>
      <w:r w:rsidRPr="00D0469C">
        <w:rPr>
          <w:rFonts w:ascii="Times New Roman" w:hAnsi="Times New Roman"/>
          <w:szCs w:val="22"/>
        </w:rPr>
        <w:t>Cb</w:t>
      </w:r>
      <w:proofErr w:type="spellEnd"/>
      <w:r w:rsidRPr="00D0469C">
        <w:rPr>
          <w:rFonts w:ascii="Times New Roman" w:hAnsi="Times New Roman"/>
          <w:szCs w:val="22"/>
        </w:rPr>
        <w:t xml:space="preserve"> - cena oferty badanej.</w:t>
      </w:r>
    </w:p>
    <w:p w:rsidRPr="00D0469C" w:rsidR="00741308" w:rsidP="00741308" w:rsidRDefault="00741308" w14:paraId="4F06B7AE" w14:textId="77777777">
      <w:pPr>
        <w:pStyle w:val="Akapitzlist"/>
        <w:spacing w:line="276" w:lineRule="auto"/>
        <w:ind w:left="0" w:firstLine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b/>
          <w:bCs/>
          <w:szCs w:val="22"/>
        </w:rPr>
        <w:t>II Okres gwarancji = 20% (max. 20 pkt.)</w:t>
      </w:r>
    </w:p>
    <w:p w:rsidRPr="00D0469C" w:rsidR="00741308" w:rsidP="00741308" w:rsidRDefault="00741308" w14:paraId="4FC16667" w14:textId="77777777">
      <w:pPr>
        <w:pStyle w:val="Akapitzlist"/>
        <w:spacing w:line="276" w:lineRule="auto"/>
        <w:ind w:left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Oferty nie podlegające odrzuceniu będą oceniane zgodnie z poniższą tabelą:</w:t>
      </w:r>
    </w:p>
    <w:tbl>
      <w:tblPr>
        <w:tblW w:w="0" w:type="auto"/>
        <w:tblInd w:w="6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83"/>
        <w:gridCol w:w="4345"/>
        <w:gridCol w:w="1843"/>
      </w:tblGrid>
      <w:tr w:rsidRPr="00D0469C" w:rsidR="00000000" w14:paraId="3C64FA32" w14:textId="77777777">
        <w:tc>
          <w:tcPr>
            <w:tcW w:w="583" w:type="dxa"/>
          </w:tcPr>
          <w:p w:rsidR="00741308" w:rsidRDefault="00741308" w14:paraId="49824F3D" w14:textId="77777777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L.p.</w:t>
            </w:r>
          </w:p>
        </w:tc>
        <w:tc>
          <w:tcPr>
            <w:tcW w:w="4345" w:type="dxa"/>
          </w:tcPr>
          <w:p w:rsidR="00741308" w:rsidRDefault="00741308" w14:paraId="2726BE7D" w14:textId="77777777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Termin gwarancji określony w miesiącach</w:t>
            </w:r>
          </w:p>
        </w:tc>
        <w:tc>
          <w:tcPr>
            <w:tcW w:w="1843" w:type="dxa"/>
          </w:tcPr>
          <w:p w:rsidR="00741308" w:rsidRDefault="00741308" w14:paraId="14668765" w14:textId="77777777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Liczba punktów</w:t>
            </w:r>
          </w:p>
        </w:tc>
      </w:tr>
      <w:tr w:rsidRPr="00D0469C" w:rsidR="00000000" w14:paraId="6E016D32" w14:textId="77777777">
        <w:tc>
          <w:tcPr>
            <w:tcW w:w="583" w:type="dxa"/>
          </w:tcPr>
          <w:p w:rsidR="00741308" w:rsidRDefault="00741308" w14:paraId="08DF151A" w14:textId="77777777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345" w:type="dxa"/>
          </w:tcPr>
          <w:p w:rsidR="00741308" w:rsidRDefault="00741308" w14:paraId="71393E1D" w14:textId="77777777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Powyżej 24 do 36</w:t>
            </w:r>
          </w:p>
        </w:tc>
        <w:tc>
          <w:tcPr>
            <w:tcW w:w="1843" w:type="dxa"/>
          </w:tcPr>
          <w:p w:rsidR="00741308" w:rsidRDefault="00741308" w14:paraId="3C10DD2A" w14:textId="77777777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5</w:t>
            </w:r>
          </w:p>
        </w:tc>
      </w:tr>
      <w:tr w:rsidRPr="00D0469C" w:rsidR="00000000" w14:paraId="376DFB76" w14:textId="77777777">
        <w:tc>
          <w:tcPr>
            <w:tcW w:w="583" w:type="dxa"/>
          </w:tcPr>
          <w:p w:rsidR="00741308" w:rsidRDefault="00741308" w14:paraId="47C7084E" w14:textId="77777777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4345" w:type="dxa"/>
          </w:tcPr>
          <w:p w:rsidR="00741308" w:rsidRDefault="00741308" w14:paraId="39967CF7" w14:textId="77777777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Powyżej 36 do 60</w:t>
            </w:r>
          </w:p>
        </w:tc>
        <w:tc>
          <w:tcPr>
            <w:tcW w:w="1843" w:type="dxa"/>
          </w:tcPr>
          <w:p w:rsidR="00741308" w:rsidRDefault="00741308" w14:paraId="5D44E765" w14:textId="77777777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15</w:t>
            </w:r>
          </w:p>
        </w:tc>
      </w:tr>
      <w:tr w:rsidRPr="00D0469C" w:rsidR="00000000" w14:paraId="7155D507" w14:textId="77777777">
        <w:tc>
          <w:tcPr>
            <w:tcW w:w="583" w:type="dxa"/>
          </w:tcPr>
          <w:p w:rsidR="00741308" w:rsidRDefault="00741308" w14:paraId="1154BBAE" w14:textId="77777777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4345" w:type="dxa"/>
          </w:tcPr>
          <w:p w:rsidR="00741308" w:rsidRDefault="00741308" w14:paraId="7AB0C591" w14:textId="77777777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Powyżej 60</w:t>
            </w:r>
          </w:p>
        </w:tc>
        <w:tc>
          <w:tcPr>
            <w:tcW w:w="1843" w:type="dxa"/>
          </w:tcPr>
          <w:p w:rsidR="00741308" w:rsidRDefault="00741308" w14:paraId="6A985731" w14:textId="77777777">
            <w:pPr>
              <w:pStyle w:val="Akapitzlist"/>
              <w:spacing w:line="276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20</w:t>
            </w:r>
          </w:p>
        </w:tc>
      </w:tr>
    </w:tbl>
    <w:p w:rsidRPr="00D0469C" w:rsidR="00741308" w:rsidP="00741308" w:rsidRDefault="00741308" w14:paraId="04DA72C5" w14:textId="77777777">
      <w:pPr>
        <w:pStyle w:val="Akapitzlist"/>
        <w:spacing w:line="276" w:lineRule="auto"/>
        <w:ind w:left="567"/>
        <w:rPr>
          <w:rFonts w:ascii="Times New Roman" w:hAnsi="Times New Roman"/>
          <w:b/>
          <w:szCs w:val="22"/>
        </w:rPr>
      </w:pPr>
    </w:p>
    <w:p w:rsidRPr="00D0469C" w:rsidR="00741308" w:rsidP="00741308" w:rsidRDefault="00741308" w14:paraId="4B71A18B" w14:textId="77777777">
      <w:pPr>
        <w:pStyle w:val="Akapitzlist"/>
        <w:spacing w:line="276" w:lineRule="auto"/>
        <w:ind w:left="567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UWAGA: powyższe kryterium dotyczy okresu ogólnej gwarancji na cały samochód.</w:t>
      </w:r>
      <w:r w:rsidRPr="00D0469C">
        <w:rPr>
          <w:rFonts w:ascii="Times New Roman" w:hAnsi="Times New Roman"/>
          <w:szCs w:val="22"/>
        </w:rPr>
        <w:t xml:space="preserve"> Okres gwarancji nie może być krótszy niż 24 miesiące. Zaproponowanie okresu gwarancji krótszego niż 24 miesiące spowoduje odrzucenie oferty Wykonawcy przez Zamawiającego jako niespełniającej wymagań postawionych w postępowaniu. Maksymalna ilość punktów przyznanych Wykonawcy w kryterium okres gwarancji wynosi 20 pkt.</w:t>
      </w:r>
    </w:p>
    <w:p w:rsidRPr="00D0469C" w:rsidR="00741308" w:rsidP="00741308" w:rsidRDefault="00741308" w14:paraId="614F3141" w14:textId="77777777">
      <w:pPr>
        <w:ind w:left="567"/>
        <w:rPr>
          <w:rFonts w:ascii="Times New Roman" w:hAnsi="Times New Roman" w:eastAsia="Arial Unicode MS"/>
          <w:szCs w:val="22"/>
        </w:rPr>
      </w:pPr>
      <w:r w:rsidRPr="00D0469C">
        <w:rPr>
          <w:rFonts w:ascii="Times New Roman" w:hAnsi="Times New Roman"/>
          <w:szCs w:val="22"/>
        </w:rPr>
        <w:t xml:space="preserve">Okres gwarancji winien być wyrażony w miesiącach. </w:t>
      </w:r>
      <w:r w:rsidRPr="00D0469C">
        <w:rPr>
          <w:rFonts w:ascii="Times New Roman" w:hAnsi="Times New Roman" w:eastAsia="Arial Unicode MS"/>
          <w:szCs w:val="22"/>
        </w:rPr>
        <w:t xml:space="preserve">Jeżeli Wykonawca poda okres gwarancji w latach, Zamawiający przeliczy go na miesiące zgodnie z zasadą 1 rok = 12 miesięcy. </w:t>
      </w:r>
    </w:p>
    <w:p w:rsidRPr="00D0469C" w:rsidR="00741308" w:rsidP="00741308" w:rsidRDefault="00741308" w14:paraId="362169B3" w14:textId="77777777">
      <w:pPr>
        <w:pStyle w:val="Akapitzlist"/>
        <w:spacing w:line="276" w:lineRule="auto"/>
        <w:ind w:left="567"/>
        <w:rPr>
          <w:rFonts w:ascii="Times New Roman" w:hAnsi="Times New Roman"/>
          <w:szCs w:val="22"/>
        </w:rPr>
      </w:pPr>
    </w:p>
    <w:p w:rsidRPr="00D0469C" w:rsidR="00741308" w:rsidP="00741308" w:rsidRDefault="00741308" w14:paraId="3AE0BEC3" w14:textId="77777777">
      <w:pPr>
        <w:pStyle w:val="Akapitzlist"/>
        <w:spacing w:line="276" w:lineRule="auto"/>
        <w:ind w:left="0" w:firstLine="567"/>
        <w:rPr>
          <w:rFonts w:ascii="Times New Roman" w:hAnsi="Times New Roman"/>
          <w:b/>
          <w:bCs/>
          <w:szCs w:val="22"/>
        </w:rPr>
      </w:pPr>
      <w:r w:rsidRPr="00D0469C">
        <w:rPr>
          <w:rFonts w:ascii="Times New Roman" w:hAnsi="Times New Roman"/>
          <w:b/>
          <w:bCs/>
          <w:szCs w:val="22"/>
        </w:rPr>
        <w:t>III Termin realizacji = 10% (max. 10 pkt.)</w:t>
      </w:r>
    </w:p>
    <w:p w:rsidRPr="00D0469C" w:rsidR="00741308" w:rsidP="00741308" w:rsidRDefault="00741308" w14:paraId="5B03044C" w14:textId="77777777">
      <w:pPr>
        <w:ind w:firstLine="567"/>
        <w:rPr>
          <w:rFonts w:ascii="Times New Roman" w:hAnsi="Times New Roman" w:eastAsia="Arial Unicode MS"/>
          <w:szCs w:val="22"/>
        </w:rPr>
      </w:pPr>
      <w:r w:rsidRPr="00D0469C">
        <w:rPr>
          <w:rFonts w:ascii="Times New Roman" w:hAnsi="Times New Roman" w:eastAsia="Arial Unicode MS"/>
          <w:szCs w:val="22"/>
        </w:rPr>
        <w:t xml:space="preserve">Maksymalny termin realizacji – </w:t>
      </w:r>
      <w:r w:rsidRPr="008614E0">
        <w:rPr>
          <w:rFonts w:ascii="Times New Roman" w:hAnsi="Times New Roman" w:eastAsia="Arial Unicode MS"/>
          <w:b/>
          <w:bCs/>
          <w:szCs w:val="22"/>
        </w:rPr>
        <w:t>45 d</w:t>
      </w:r>
      <w:r w:rsidRPr="00D0469C">
        <w:rPr>
          <w:rFonts w:ascii="Times New Roman" w:hAnsi="Times New Roman" w:eastAsia="Arial Unicode MS"/>
          <w:b/>
          <w:bCs/>
          <w:szCs w:val="22"/>
        </w:rPr>
        <w:t xml:space="preserve">ni </w:t>
      </w:r>
      <w:r w:rsidRPr="00D0469C">
        <w:rPr>
          <w:rFonts w:ascii="Times New Roman" w:hAnsi="Times New Roman" w:eastAsia="Arial Unicode MS"/>
          <w:bCs/>
          <w:szCs w:val="22"/>
        </w:rPr>
        <w:t>od dnia podpisania umowy</w:t>
      </w:r>
      <w:r w:rsidRPr="00D0469C">
        <w:rPr>
          <w:rFonts w:ascii="Times New Roman" w:hAnsi="Times New Roman" w:eastAsia="Arial Unicode MS"/>
          <w:szCs w:val="22"/>
        </w:rPr>
        <w:t xml:space="preserve">. </w:t>
      </w:r>
    </w:p>
    <w:p w:rsidRPr="00D0469C" w:rsidR="00741308" w:rsidP="00741308" w:rsidRDefault="00741308" w14:paraId="1DC8C010" w14:textId="77777777">
      <w:pPr>
        <w:pStyle w:val="Akapitzlist"/>
        <w:spacing w:line="276" w:lineRule="auto"/>
        <w:ind w:left="0" w:firstLine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 w:eastAsia="Arial Unicode MS"/>
          <w:szCs w:val="22"/>
        </w:rPr>
        <w:t xml:space="preserve">Minimalny termin realizacji – </w:t>
      </w:r>
      <w:r>
        <w:rPr>
          <w:rFonts w:ascii="Times New Roman" w:hAnsi="Times New Roman" w:eastAsia="Arial Unicode MS"/>
          <w:b/>
          <w:bCs/>
          <w:szCs w:val="22"/>
        </w:rPr>
        <w:t>14</w:t>
      </w:r>
      <w:r w:rsidRPr="00D0469C">
        <w:rPr>
          <w:rFonts w:ascii="Times New Roman" w:hAnsi="Times New Roman" w:eastAsia="Arial Unicode MS"/>
          <w:b/>
          <w:bCs/>
          <w:szCs w:val="22"/>
        </w:rPr>
        <w:t xml:space="preserve"> dni </w:t>
      </w:r>
      <w:r w:rsidRPr="00D0469C">
        <w:rPr>
          <w:rFonts w:ascii="Times New Roman" w:hAnsi="Times New Roman" w:eastAsia="Arial Unicode MS"/>
          <w:bCs/>
          <w:szCs w:val="22"/>
        </w:rPr>
        <w:t>od dnia podpisania umowy</w:t>
      </w:r>
    </w:p>
    <w:p w:rsidRPr="00D0469C" w:rsidR="00741308" w:rsidP="00741308" w:rsidRDefault="00741308" w14:paraId="397CE13B" w14:textId="77777777">
      <w:pPr>
        <w:pStyle w:val="Akapitzlist"/>
        <w:spacing w:line="276" w:lineRule="auto"/>
        <w:ind w:left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Oferty nie podlegające odrzuceniu będą oceniane według wzoru: [(</w:t>
      </w:r>
      <w:r>
        <w:rPr>
          <w:rFonts w:ascii="Times New Roman" w:hAnsi="Times New Roman"/>
          <w:szCs w:val="22"/>
        </w:rPr>
        <w:t>45</w:t>
      </w:r>
      <w:r w:rsidRPr="00D0469C">
        <w:rPr>
          <w:rFonts w:ascii="Times New Roman" w:hAnsi="Times New Roman"/>
          <w:szCs w:val="22"/>
        </w:rPr>
        <w:t xml:space="preserve"> – T) : </w:t>
      </w:r>
      <w:r>
        <w:rPr>
          <w:rFonts w:ascii="Times New Roman" w:hAnsi="Times New Roman"/>
          <w:szCs w:val="22"/>
        </w:rPr>
        <w:t>31</w:t>
      </w:r>
      <w:r w:rsidRPr="00D0469C">
        <w:rPr>
          <w:rFonts w:ascii="Times New Roman" w:hAnsi="Times New Roman"/>
          <w:szCs w:val="22"/>
        </w:rPr>
        <w:t>] x 10,</w:t>
      </w:r>
    </w:p>
    <w:p w:rsidRPr="00D0469C" w:rsidR="00741308" w:rsidP="00741308" w:rsidRDefault="00741308" w14:paraId="06D96FDA" w14:textId="77777777">
      <w:pPr>
        <w:pStyle w:val="Akapitzlist"/>
        <w:spacing w:line="276" w:lineRule="auto"/>
        <w:ind w:left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Gdzie: T – termin dostawy zaproponowany w ofercie</w:t>
      </w:r>
    </w:p>
    <w:p w:rsidRPr="00D0469C" w:rsidR="00741308" w:rsidP="00741308" w:rsidRDefault="00741308" w14:paraId="5EA4A262" w14:textId="77777777">
      <w:pPr>
        <w:pStyle w:val="Akapitzlist"/>
        <w:spacing w:line="276" w:lineRule="auto"/>
        <w:ind w:left="567"/>
        <w:rPr>
          <w:rFonts w:ascii="Times New Roman" w:hAnsi="Times New Roman"/>
          <w:b/>
          <w:szCs w:val="22"/>
        </w:rPr>
      </w:pPr>
    </w:p>
    <w:p w:rsidRPr="00D0469C" w:rsidR="00741308" w:rsidP="00741308" w:rsidRDefault="00741308" w14:paraId="6CF67F89" w14:textId="77777777">
      <w:pPr>
        <w:pStyle w:val="Akapitzlist"/>
        <w:spacing w:line="276" w:lineRule="auto"/>
        <w:ind w:left="567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t>UWAGA:</w:t>
      </w:r>
      <w:r w:rsidRPr="00D0469C">
        <w:rPr>
          <w:rFonts w:ascii="Times New Roman" w:hAnsi="Times New Roman"/>
          <w:szCs w:val="22"/>
        </w:rPr>
        <w:t xml:space="preserve"> termin dostawy winien być podawany w dniach. </w:t>
      </w:r>
      <w:r w:rsidRPr="00D0469C">
        <w:rPr>
          <w:rFonts w:ascii="Times New Roman" w:hAnsi="Times New Roman" w:eastAsia="Arial Unicode MS"/>
          <w:szCs w:val="22"/>
        </w:rPr>
        <w:t>Jeżeli Wykonawca poda termin w miesiącach, Zamawiający przeliczy go na dni zgodnie z zasadą 1 miesiąc = 30 dni.</w:t>
      </w:r>
      <w:r w:rsidRPr="00D0469C">
        <w:rPr>
          <w:rFonts w:ascii="Times New Roman" w:hAnsi="Times New Roman"/>
          <w:szCs w:val="22"/>
        </w:rPr>
        <w:t xml:space="preserve"> Termin dostawy nie może być dłuższy niż </w:t>
      </w:r>
      <w:r>
        <w:rPr>
          <w:rFonts w:ascii="Times New Roman" w:hAnsi="Times New Roman"/>
          <w:szCs w:val="22"/>
        </w:rPr>
        <w:t>45</w:t>
      </w:r>
      <w:r w:rsidRPr="00D0469C">
        <w:rPr>
          <w:rFonts w:ascii="Times New Roman" w:hAnsi="Times New Roman"/>
          <w:szCs w:val="22"/>
        </w:rPr>
        <w:t xml:space="preserve"> dni. Zaproponowanie terminu dostawy dłuższego niż </w:t>
      </w:r>
      <w:r>
        <w:rPr>
          <w:rFonts w:ascii="Times New Roman" w:hAnsi="Times New Roman"/>
          <w:szCs w:val="22"/>
        </w:rPr>
        <w:t>45</w:t>
      </w:r>
      <w:r w:rsidRPr="00D0469C">
        <w:rPr>
          <w:rFonts w:ascii="Times New Roman" w:hAnsi="Times New Roman"/>
          <w:szCs w:val="22"/>
        </w:rPr>
        <w:t xml:space="preserve"> dni spowoduje odrzucenie oferty Wykonawcy jako niespełniającej wymagań postawionych w postępowaniu.  Maksymalna ilość punktów przyznana Wykonawcy w kryterium termin realizacji wynosi 10 pkt. W przypadku zaoferowania krótszego terminu realizacji niż </w:t>
      </w:r>
      <w:r>
        <w:rPr>
          <w:rFonts w:ascii="Times New Roman" w:hAnsi="Times New Roman"/>
          <w:szCs w:val="22"/>
        </w:rPr>
        <w:t>14</w:t>
      </w:r>
      <w:r w:rsidRPr="00D0469C">
        <w:rPr>
          <w:rFonts w:ascii="Times New Roman" w:hAnsi="Times New Roman"/>
          <w:szCs w:val="22"/>
        </w:rPr>
        <w:t xml:space="preserve"> dni, oferta Wykonawcy otrzyma 10 pkt.</w:t>
      </w:r>
    </w:p>
    <w:p w:rsidRPr="00D0469C" w:rsidR="00741308" w:rsidP="00741308" w:rsidRDefault="00741308" w14:paraId="4787A73A" w14:textId="77777777">
      <w:pPr>
        <w:pStyle w:val="Akapitzlist"/>
        <w:spacing w:line="276" w:lineRule="auto"/>
        <w:ind w:left="0"/>
        <w:rPr>
          <w:rFonts w:ascii="Times New Roman" w:hAnsi="Times New Roman"/>
          <w:szCs w:val="22"/>
        </w:rPr>
      </w:pPr>
    </w:p>
    <w:p w:rsidRPr="00D0469C" w:rsidR="00741308" w:rsidP="00741308" w:rsidRDefault="00741308" w14:paraId="3A272AAC" w14:textId="77777777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Ofertę, która uzyska najwyższą ilość punktów (suma punktów przyznanych w każdym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z</w:t>
      </w:r>
      <w:r>
        <w:rPr>
          <w:rFonts w:ascii="Times New Roman" w:hAnsi="Times New Roman"/>
          <w:szCs w:val="22"/>
        </w:rPr>
        <w:t xml:space="preserve"> trzech</w:t>
      </w:r>
      <w:r w:rsidRPr="00D0469C">
        <w:rPr>
          <w:rFonts w:ascii="Times New Roman" w:hAnsi="Times New Roman"/>
          <w:szCs w:val="22"/>
        </w:rPr>
        <w:t xml:space="preserve"> kryteriów) Zamawiający uzna za najkorzystniejszą.</w:t>
      </w:r>
    </w:p>
    <w:p w:rsidRPr="00D0469C" w:rsidR="00741308" w:rsidP="00741308" w:rsidRDefault="00741308" w14:paraId="0B9CD0B8" w14:textId="77777777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Jeżeli nie będzie można wybrać oferty najkorzystniejszej z uwagi na to, że dwie lub więcej ofert przedstawia taki sam bilans </w:t>
      </w:r>
      <w:r>
        <w:rPr>
          <w:rFonts w:ascii="Times New Roman" w:hAnsi="Times New Roman"/>
          <w:szCs w:val="22"/>
        </w:rPr>
        <w:t>punktów</w:t>
      </w:r>
      <w:r w:rsidRPr="00D0469C">
        <w:rPr>
          <w:rFonts w:ascii="Times New Roman" w:hAnsi="Times New Roman"/>
          <w:szCs w:val="22"/>
        </w:rPr>
        <w:t xml:space="preserve">, </w:t>
      </w:r>
      <w:r>
        <w:rPr>
          <w:rFonts w:ascii="Times New Roman" w:hAnsi="Times New Roman"/>
          <w:szCs w:val="22"/>
        </w:rPr>
        <w:t>Z</w:t>
      </w:r>
      <w:r w:rsidRPr="00D0469C">
        <w:rPr>
          <w:rFonts w:ascii="Times New Roman" w:hAnsi="Times New Roman"/>
          <w:szCs w:val="22"/>
        </w:rPr>
        <w:t xml:space="preserve">amawiający zwróci się do </w:t>
      </w:r>
      <w:r>
        <w:rPr>
          <w:rFonts w:ascii="Times New Roman" w:hAnsi="Times New Roman"/>
          <w:szCs w:val="22"/>
        </w:rPr>
        <w:t>W</w:t>
      </w:r>
      <w:r w:rsidRPr="00D0469C">
        <w:rPr>
          <w:rFonts w:ascii="Times New Roman" w:hAnsi="Times New Roman"/>
          <w:szCs w:val="22"/>
        </w:rPr>
        <w:t>ykonawców, którzy złożyli te oferty, do złożenia w terminie określonym przez Zamawiającego ofert dodatkowych. Wykonawcy składając oferty dodatkowe nie mogą zaoferować cen wyższych niż zaoferowane w ofertach.</w:t>
      </w:r>
    </w:p>
    <w:p w:rsidRPr="00D0469C" w:rsidR="00741308" w:rsidP="00741308" w:rsidRDefault="00741308" w14:paraId="19FFDA38" w14:textId="77777777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Zamawiający może żądać od Wykonawców wyjaśnienia treści złożonych ofert.</w:t>
      </w:r>
    </w:p>
    <w:p w:rsidRPr="00D0469C" w:rsidR="00741308" w:rsidP="00741308" w:rsidRDefault="00741308" w14:paraId="076352BD" w14:textId="77777777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Zamawiający poprawi w ofercie oczywiste omyłki pisarskie, oczywiste omyłki rachunkowe (z uwzględnieniem konsekwencji rachunkowych dokonanych poprawek) oraz inne omyłki polegające na niezgodności oferty z niniejszym </w:t>
      </w:r>
      <w:r>
        <w:rPr>
          <w:rFonts w:ascii="Times New Roman" w:hAnsi="Times New Roman"/>
          <w:szCs w:val="22"/>
        </w:rPr>
        <w:t>zapytaniem</w:t>
      </w:r>
      <w:r w:rsidRPr="00D0469C">
        <w:rPr>
          <w:rFonts w:ascii="Times New Roman" w:hAnsi="Times New Roman"/>
          <w:szCs w:val="22"/>
        </w:rPr>
        <w:t xml:space="preserve">, niepowodujące istotnych zmian </w:t>
      </w:r>
      <w:r w:rsidRPr="00D0469C">
        <w:rPr>
          <w:rFonts w:ascii="Times New Roman" w:hAnsi="Times New Roman"/>
          <w:szCs w:val="22"/>
        </w:rPr>
        <w:lastRenderedPageBreak/>
        <w:t>w treści oferty – niezwłocznie zawiadamiając o tym Wykonawcę, którego oferta została poprawiona.</w:t>
      </w:r>
    </w:p>
    <w:p w:rsidRPr="001343F3" w:rsidR="00741308" w:rsidP="00741308" w:rsidRDefault="00741308" w14:paraId="455904D5" w14:textId="3A4EEAA4">
      <w:pPr>
        <w:pStyle w:val="Akapitzlist"/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Zamawiający dokona wyboru oferty najkorzystniejszej, która spełnia wszystkie wymogi zawarte w niniejszym </w:t>
      </w:r>
      <w:r>
        <w:rPr>
          <w:rFonts w:ascii="Times New Roman" w:hAnsi="Times New Roman"/>
          <w:szCs w:val="22"/>
        </w:rPr>
        <w:t>zapytaniu</w:t>
      </w:r>
      <w:r w:rsidRPr="00D0469C">
        <w:rPr>
          <w:rFonts w:ascii="Times New Roman" w:hAnsi="Times New Roman"/>
          <w:szCs w:val="22"/>
        </w:rPr>
        <w:t>.</w:t>
      </w:r>
    </w:p>
    <w:p w:rsidRPr="00D0469C" w:rsidR="00741308" w:rsidP="00741308" w:rsidRDefault="00741308" w14:paraId="031B2E0F" w14:textId="77777777">
      <w:pPr>
        <w:spacing w:line="276" w:lineRule="auto"/>
        <w:rPr>
          <w:rFonts w:ascii="Times New Roman" w:hAnsi="Times New Roman"/>
          <w:b/>
          <w:szCs w:val="22"/>
        </w:rPr>
      </w:pPr>
    </w:p>
    <w:p w:rsidRPr="00D0469C" w:rsidR="00741308" w:rsidP="00741308" w:rsidRDefault="00741308" w14:paraId="44C29E49" w14:textId="77777777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  <w:u w:val="single"/>
        </w:rPr>
        <w:t>Formalności po wyborze oferty:</w:t>
      </w:r>
    </w:p>
    <w:p w:rsidRPr="00D0469C" w:rsidR="00741308" w:rsidP="00741308" w:rsidRDefault="00741308" w14:paraId="793F3022" w14:textId="77777777">
      <w:pPr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 wyborze najkorzystniejszej oferty Zamawiający powiadomi wszystkich uczestników postępowania elektronicznie.</w:t>
      </w:r>
    </w:p>
    <w:p w:rsidRPr="00D0469C" w:rsidR="00741308" w:rsidP="00741308" w:rsidRDefault="00741308" w14:paraId="0826827D" w14:textId="77777777">
      <w:pPr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Wykonawca, którego oferta zostanie uznana za najkorzystniejszą poinformowany zostanie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o miejscu i terminie podpisania umowy.</w:t>
      </w:r>
    </w:p>
    <w:p w:rsidRPr="00D0469C" w:rsidR="00741308" w:rsidP="00741308" w:rsidRDefault="00741308" w14:paraId="4868ABE2" w14:textId="77777777">
      <w:pPr>
        <w:numPr>
          <w:ilvl w:val="1"/>
          <w:numId w:val="16"/>
        </w:numPr>
        <w:spacing w:line="276" w:lineRule="auto"/>
        <w:ind w:left="567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Jeżeli Wykonawca, którego oferta została oceniona jako najkorzystniejsza, uchyla się od zawarcia umowy, Zamawiający może wybrać kolejną, najwyżej ocenioną ofertę innego Wykonawcy spełniającego warunki udziału w postępowaniu.</w:t>
      </w:r>
    </w:p>
    <w:p w:rsidRPr="00D0469C" w:rsidR="00741308" w:rsidP="00741308" w:rsidRDefault="00741308" w14:paraId="7296D8F6" w14:textId="77777777">
      <w:pPr>
        <w:spacing w:line="276" w:lineRule="auto"/>
        <w:rPr>
          <w:rFonts w:ascii="Times New Roman" w:hAnsi="Times New Roman"/>
          <w:szCs w:val="22"/>
        </w:rPr>
      </w:pPr>
    </w:p>
    <w:p w:rsidRPr="00314737" w:rsidR="00741308" w:rsidP="00741308" w:rsidRDefault="00741308" w14:paraId="200E49BC" w14:textId="77777777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bCs/>
          <w:szCs w:val="22"/>
        </w:rPr>
      </w:pPr>
      <w:r w:rsidRPr="00314737">
        <w:rPr>
          <w:rFonts w:ascii="Times New Roman" w:hAnsi="Times New Roman"/>
          <w:bCs/>
          <w:szCs w:val="22"/>
          <w:u w:val="single"/>
        </w:rPr>
        <w:t>Unieważnienie postępowania:</w:t>
      </w:r>
    </w:p>
    <w:p w:rsidRPr="00D0469C" w:rsidR="00741308" w:rsidP="00741308" w:rsidRDefault="00741308" w14:paraId="5F2F6838" w14:textId="77777777">
      <w:pPr>
        <w:spacing w:line="276" w:lineRule="auto"/>
        <w:ind w:firstLine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Zamawiający unieważni postępowanie jeżeli: </w:t>
      </w:r>
    </w:p>
    <w:p w:rsidRPr="00D0469C" w:rsidR="00741308" w:rsidP="00741308" w:rsidRDefault="00741308" w14:paraId="38BE0BA7" w14:textId="77777777">
      <w:pPr>
        <w:numPr>
          <w:ilvl w:val="0"/>
          <w:numId w:val="6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nie złożono żadnej oferty niepodlegającej odrzuceniu;</w:t>
      </w:r>
    </w:p>
    <w:p w:rsidRPr="00D0469C" w:rsidR="00741308" w:rsidP="00741308" w:rsidRDefault="00741308" w14:paraId="6DD1E14E" w14:textId="77777777">
      <w:pPr>
        <w:numPr>
          <w:ilvl w:val="0"/>
          <w:numId w:val="6"/>
        </w:numPr>
        <w:spacing w:line="276" w:lineRule="auto"/>
        <w:ind w:left="709" w:hanging="289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oferta z najniższą ceną przewyższa kwotę jaką Zamawiający zamierza przeznaczyć na sfinansowanie zamówienia i Zamawiający nie ma możliwości zwiększenia tej kwoty.</w:t>
      </w:r>
    </w:p>
    <w:p w:rsidRPr="00D0469C" w:rsidR="00741308" w:rsidP="00741308" w:rsidRDefault="00741308" w14:paraId="27BD4CCC" w14:textId="77777777">
      <w:pPr>
        <w:spacing w:line="276" w:lineRule="auto"/>
        <w:ind w:left="426"/>
        <w:rPr>
          <w:rFonts w:ascii="Times New Roman" w:hAnsi="Times New Roman"/>
          <w:szCs w:val="22"/>
        </w:rPr>
      </w:pPr>
    </w:p>
    <w:p w:rsidRPr="00D0469C" w:rsidR="00741308" w:rsidP="00741308" w:rsidRDefault="00741308" w14:paraId="2437F179" w14:textId="77777777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Zamawiający zastrzega, iż może odwołać postępowanie o udzielenie zamówienia w każdym czasie bez podania przyczyn, a Wykonawcy nie przysługują wobec Zamawiającego w takim przypadku żadne roszczenia.</w:t>
      </w:r>
    </w:p>
    <w:p w:rsidRPr="00D0469C" w:rsidR="00741308" w:rsidP="00741308" w:rsidRDefault="00741308" w14:paraId="11376DC0" w14:textId="77777777">
      <w:pPr>
        <w:spacing w:line="276" w:lineRule="auto"/>
        <w:rPr>
          <w:rFonts w:ascii="Times New Roman" w:hAnsi="Times New Roman"/>
          <w:szCs w:val="22"/>
        </w:rPr>
      </w:pPr>
    </w:p>
    <w:p w:rsidRPr="00D0469C" w:rsidR="00741308" w:rsidP="00741308" w:rsidRDefault="00741308" w14:paraId="167A1A79" w14:textId="77777777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szCs w:val="22"/>
          <w:u w:val="single"/>
        </w:rPr>
      </w:pPr>
      <w:r w:rsidRPr="00D0469C">
        <w:rPr>
          <w:rFonts w:ascii="Times New Roman" w:hAnsi="Times New Roman"/>
          <w:szCs w:val="22"/>
          <w:u w:val="single"/>
        </w:rPr>
        <w:t>Istotne warunki realizacji zamówienia:</w:t>
      </w:r>
    </w:p>
    <w:p w:rsidRPr="00D0469C" w:rsidR="00741308" w:rsidP="00741308" w:rsidRDefault="00741308" w14:paraId="65563E84" w14:textId="7777777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:rsidRPr="00D0469C" w:rsidR="00741308" w:rsidP="00741308" w:rsidRDefault="00741308" w14:paraId="38A92E63" w14:textId="7777777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:rsidRPr="00D0469C" w:rsidR="00741308" w:rsidP="00741308" w:rsidRDefault="00741308" w14:paraId="4D655D09" w14:textId="7777777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:rsidRPr="00D0469C" w:rsidR="00741308" w:rsidP="00741308" w:rsidRDefault="00741308" w14:paraId="44AF10A4" w14:textId="7777777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:rsidRPr="00D0469C" w:rsidR="00741308" w:rsidP="00741308" w:rsidRDefault="00741308" w14:paraId="0B1E2C69" w14:textId="7777777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:rsidRPr="00D0469C" w:rsidR="00741308" w:rsidP="00741308" w:rsidRDefault="00741308" w14:paraId="1F9A80E7" w14:textId="7777777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:rsidRPr="00D0469C" w:rsidR="00741308" w:rsidP="00741308" w:rsidRDefault="00741308" w14:paraId="054FDFB5" w14:textId="7777777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:rsidRPr="00D0469C" w:rsidR="00741308" w:rsidP="00741308" w:rsidRDefault="00741308" w14:paraId="6445E8A9" w14:textId="7777777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:rsidRPr="00D0469C" w:rsidR="00741308" w:rsidP="00741308" w:rsidRDefault="00741308" w14:paraId="68FB874A" w14:textId="7777777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:rsidRPr="00D0469C" w:rsidR="00741308" w:rsidP="00741308" w:rsidRDefault="00741308" w14:paraId="1482114E" w14:textId="7777777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:rsidRPr="00D0469C" w:rsidR="00741308" w:rsidP="00741308" w:rsidRDefault="00741308" w14:paraId="5CDE94A2" w14:textId="77777777">
      <w:pPr>
        <w:pStyle w:val="Akapitzlist"/>
        <w:numPr>
          <w:ilvl w:val="0"/>
          <w:numId w:val="2"/>
        </w:numPr>
        <w:spacing w:line="276" w:lineRule="auto"/>
        <w:rPr>
          <w:rFonts w:ascii="Times New Roman" w:hAnsi="Times New Roman"/>
          <w:vanish/>
          <w:szCs w:val="22"/>
        </w:rPr>
      </w:pPr>
    </w:p>
    <w:p w:rsidRPr="00D0469C" w:rsidR="00741308" w:rsidP="00741308" w:rsidRDefault="00741308" w14:paraId="61F8E6A3" w14:textId="77777777">
      <w:pPr>
        <w:numPr>
          <w:ilvl w:val="1"/>
          <w:numId w:val="16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Warunki realizacji zamówienia określa niniejsze zapytanie oraz załączniki w tym wzór umowy.</w:t>
      </w:r>
    </w:p>
    <w:p w:rsidRPr="00D0469C" w:rsidR="00741308" w:rsidP="00741308" w:rsidRDefault="00741308" w14:paraId="24B4E89D" w14:textId="77777777">
      <w:pPr>
        <w:numPr>
          <w:ilvl w:val="1"/>
          <w:numId w:val="16"/>
        </w:numPr>
        <w:tabs>
          <w:tab w:val="left" w:pos="851"/>
        </w:tabs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Wykonawca będzie zobowiązany do utrzymania w tajemnicy wszelkich danych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o Zamawiającym oraz innych informacji jakie uzyska w związku z realizacją przedmiotu zamówienia bez względu na sposób i formę ich utrwalenia oraz pozyskania.</w:t>
      </w:r>
    </w:p>
    <w:p w:rsidRPr="00D0469C" w:rsidR="00741308" w:rsidP="00741308" w:rsidRDefault="00741308" w14:paraId="4B4C8A01" w14:textId="77777777">
      <w:pPr>
        <w:spacing w:line="276" w:lineRule="auto"/>
        <w:ind w:left="1146"/>
        <w:rPr>
          <w:rFonts w:ascii="Times New Roman" w:hAnsi="Times New Roman"/>
          <w:szCs w:val="22"/>
        </w:rPr>
      </w:pPr>
    </w:p>
    <w:p w:rsidRPr="00D0469C" w:rsidR="00741308" w:rsidP="00741308" w:rsidRDefault="00741308" w14:paraId="52572054" w14:textId="77777777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szCs w:val="22"/>
          <w:u w:val="single"/>
        </w:rPr>
      </w:pPr>
      <w:r w:rsidRPr="00D0469C">
        <w:rPr>
          <w:rFonts w:ascii="Times New Roman" w:hAnsi="Times New Roman"/>
          <w:szCs w:val="22"/>
          <w:u w:val="single"/>
        </w:rPr>
        <w:t>Klauzula informacyjna dotycząca ochrony danych osobowych:</w:t>
      </w:r>
    </w:p>
    <w:p w:rsidRPr="00D0469C" w:rsidR="00741308" w:rsidP="00741308" w:rsidRDefault="00741308" w14:paraId="738019CB" w14:textId="77777777">
      <w:pPr>
        <w:spacing w:line="276" w:lineRule="auto"/>
        <w:rPr>
          <w:rFonts w:ascii="Times New Roman" w:hAnsi="Times New Roman"/>
        </w:rPr>
      </w:pPr>
      <w:r w:rsidRPr="00D0469C">
        <w:rPr>
          <w:rFonts w:ascii="Times New Roman" w:hAnsi="Times New Roman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Pr="00D0469C" w:rsidR="00741308" w:rsidP="00741308" w:rsidRDefault="00741308" w14:paraId="146A7470" w14:textId="77777777">
      <w:pPr>
        <w:pStyle w:val="Akapitzlist"/>
        <w:numPr>
          <w:ilvl w:val="0"/>
          <w:numId w:val="9"/>
        </w:numPr>
        <w:spacing w:after="150" w:line="276" w:lineRule="auto"/>
        <w:ind w:left="426" w:hanging="426"/>
        <w:contextualSpacing/>
        <w:rPr>
          <w:rFonts w:ascii="Times New Roman" w:hAnsi="Times New Roman"/>
          <w:i/>
        </w:rPr>
      </w:pPr>
      <w:r w:rsidRPr="00D0469C">
        <w:rPr>
          <w:rFonts w:ascii="Times New Roman" w:hAnsi="Times New Roman"/>
        </w:rPr>
        <w:t xml:space="preserve">administratorem Pani/Pana danych osobowych jest </w:t>
      </w:r>
      <w:r w:rsidRPr="00D0469C">
        <w:rPr>
          <w:rFonts w:ascii="Times New Roman" w:hAnsi="Times New Roman"/>
          <w:i/>
        </w:rPr>
        <w:t>Okręgowy Inspektor Pracy w Opolu, ul. Oleska 121C, 45-231 Opole;</w:t>
      </w:r>
    </w:p>
    <w:p w:rsidRPr="00D0469C" w:rsidR="00741308" w:rsidP="00741308" w:rsidRDefault="00741308" w14:paraId="5301B18C" w14:textId="77777777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  <w:color w:val="00B0F0"/>
        </w:rPr>
      </w:pPr>
      <w:r w:rsidRPr="00D0469C">
        <w:rPr>
          <w:rFonts w:ascii="Times New Roman" w:hAnsi="Times New Roman"/>
        </w:rPr>
        <w:t>administrator powołał inspektora ochrony danych nadzorującego prawidłowość przetwarzania danych osobowych, z którym można skontaktować się za pośrednictwem adresu e-mail: iod@opole.pip.gov.pl</w:t>
      </w:r>
      <w:r w:rsidRPr="00D0469C">
        <w:rPr>
          <w:rFonts w:ascii="Times New Roman" w:hAnsi="Times New Roman"/>
          <w:b/>
          <w:i/>
          <w:vertAlign w:val="superscript"/>
        </w:rPr>
        <w:t>*</w:t>
      </w:r>
      <w:r w:rsidRPr="00D0469C">
        <w:rPr>
          <w:rFonts w:ascii="Times New Roman" w:hAnsi="Times New Roman"/>
        </w:rPr>
        <w:t>;</w:t>
      </w:r>
    </w:p>
    <w:p w:rsidRPr="00D0469C" w:rsidR="00741308" w:rsidP="00741308" w:rsidRDefault="00741308" w14:paraId="03051EEE" w14:textId="77777777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  <w:color w:val="00B0F0"/>
        </w:rPr>
      </w:pPr>
      <w:r w:rsidRPr="00D0469C">
        <w:rPr>
          <w:rFonts w:ascii="Times New Roman" w:hAnsi="Times New Roman"/>
        </w:rPr>
        <w:t>Pani/Pana dane osobowe przetwarzane będą na podstawie art. 6 ust. 1 lit. c</w:t>
      </w:r>
      <w:r w:rsidRPr="00D0469C">
        <w:rPr>
          <w:rFonts w:ascii="Times New Roman" w:hAnsi="Times New Roman"/>
          <w:i/>
        </w:rPr>
        <w:t xml:space="preserve"> </w:t>
      </w:r>
      <w:r w:rsidRPr="00D0469C">
        <w:rPr>
          <w:rFonts w:ascii="Times New Roman" w:hAnsi="Times New Roman"/>
        </w:rPr>
        <w:t xml:space="preserve">RODO w celu związanym z postępowaniem o udzielenie zamówienia, </w:t>
      </w:r>
      <w:r w:rsidRPr="00D0469C">
        <w:rPr>
          <w:rFonts w:ascii="Times New Roman" w:hAnsi="Times New Roman"/>
          <w:szCs w:val="22"/>
        </w:rPr>
        <w:t xml:space="preserve">którego wartość nie przekracza równowartości kwoty określonej w art. </w:t>
      </w:r>
      <w:r>
        <w:rPr>
          <w:rFonts w:ascii="Times New Roman" w:hAnsi="Times New Roman"/>
          <w:szCs w:val="22"/>
        </w:rPr>
        <w:t>2 ust. 1</w:t>
      </w:r>
      <w:r w:rsidRPr="00D0469C">
        <w:rPr>
          <w:rFonts w:ascii="Times New Roman" w:hAnsi="Times New Roman"/>
          <w:szCs w:val="22"/>
        </w:rPr>
        <w:t xml:space="preserve"> pkt </w:t>
      </w:r>
      <w:r>
        <w:rPr>
          <w:rFonts w:ascii="Times New Roman" w:hAnsi="Times New Roman"/>
          <w:szCs w:val="22"/>
        </w:rPr>
        <w:t>1</w:t>
      </w:r>
      <w:r w:rsidRPr="00D0469C">
        <w:rPr>
          <w:rFonts w:ascii="Times New Roman" w:hAnsi="Times New Roman"/>
          <w:szCs w:val="22"/>
        </w:rPr>
        <w:t xml:space="preserve"> ustawy Prawo zamówień publicznych (Dz.U. z 20</w:t>
      </w:r>
      <w:r>
        <w:rPr>
          <w:rFonts w:ascii="Times New Roman" w:hAnsi="Times New Roman"/>
          <w:szCs w:val="22"/>
        </w:rPr>
        <w:t>24</w:t>
      </w:r>
      <w:r w:rsidRPr="00D0469C">
        <w:rPr>
          <w:rFonts w:ascii="Times New Roman" w:hAnsi="Times New Roman"/>
          <w:szCs w:val="22"/>
        </w:rPr>
        <w:t xml:space="preserve">, poz. </w:t>
      </w:r>
      <w:r>
        <w:rPr>
          <w:rFonts w:ascii="Times New Roman" w:hAnsi="Times New Roman"/>
          <w:szCs w:val="22"/>
        </w:rPr>
        <w:t xml:space="preserve">1320 </w:t>
      </w:r>
      <w:proofErr w:type="spellStart"/>
      <w:r w:rsidRPr="00D0469C">
        <w:rPr>
          <w:rFonts w:ascii="Times New Roman" w:hAnsi="Times New Roman"/>
          <w:szCs w:val="22"/>
        </w:rPr>
        <w:t>t.j</w:t>
      </w:r>
      <w:proofErr w:type="spellEnd"/>
      <w:r w:rsidRPr="00D0469C">
        <w:rPr>
          <w:rFonts w:ascii="Times New Roman" w:hAnsi="Times New Roman"/>
          <w:szCs w:val="22"/>
        </w:rPr>
        <w:t xml:space="preserve">.), nr </w:t>
      </w:r>
      <w:r w:rsidRPr="00741308">
        <w:rPr>
          <w:rFonts w:ascii="Times New Roman" w:hAnsi="Times New Roman"/>
          <w:color w:val="000000"/>
          <w:szCs w:val="22"/>
        </w:rPr>
        <w:t>postępowania OP-PORA-A.213.13.2025;</w:t>
      </w:r>
    </w:p>
    <w:p w:rsidRPr="00D0469C" w:rsidR="00741308" w:rsidP="00741308" w:rsidRDefault="00741308" w14:paraId="7680467B" w14:textId="77777777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  <w:strike/>
        </w:rPr>
      </w:pPr>
      <w:r w:rsidRPr="00D0469C">
        <w:rPr>
          <w:rFonts w:ascii="Times New Roman" w:hAnsi="Times New Roman"/>
        </w:rPr>
        <w:lastRenderedPageBreak/>
        <w:t>Odbiorcami danych mogą zostać: uprawnione organy publiczne, podmioty wykonujące usługę niszczenia i archiwizacji dokumentacji.</w:t>
      </w:r>
    </w:p>
    <w:p w:rsidRPr="00D0469C" w:rsidR="00741308" w:rsidP="00741308" w:rsidRDefault="00741308" w14:paraId="321CDB77" w14:textId="77777777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</w:rPr>
      </w:pPr>
      <w:r w:rsidRPr="00D0469C">
        <w:rPr>
          <w:rFonts w:ascii="Times New Roman" w:hAnsi="Times New Roman"/>
        </w:rPr>
        <w:t xml:space="preserve">Pani/Pana dane </w:t>
      </w:r>
      <w:r w:rsidRPr="006C59E3">
        <w:rPr>
          <w:rFonts w:ascii="Times New Roman" w:hAnsi="Times New Roman"/>
        </w:rPr>
        <w:t xml:space="preserve">osobowe </w:t>
      </w:r>
      <w:r w:rsidRPr="006C59E3">
        <w:rPr>
          <w:rFonts w:ascii="Times New Roman" w:hAnsi="Times New Roman" w:eastAsia="Calibri"/>
          <w:szCs w:val="22"/>
          <w:lang w:eastAsia="en-US"/>
        </w:rPr>
        <w:t xml:space="preserve">będą przechowywane, zgodnie </w:t>
      </w:r>
      <w:r w:rsidRPr="006C59E3">
        <w:rPr>
          <w:rFonts w:ascii="Times New Roman" w:hAnsi="Times New Roman" w:eastAsia="Calibri"/>
          <w:i/>
          <w:szCs w:val="22"/>
          <w:lang w:eastAsia="en-US"/>
        </w:rPr>
        <w:t>z Zarządzeniem Głównego Inspektora Pracy nr 76/2018 z dnia 15 października 2018 r. w sprawie wprowadzenia w jednostkach organizacyjnych PIP instrukcji kancelaryjnej, jednolitego rzeczowego wykazu akt oraz instrukcji w prawie organizacji i zakresu działania archiwów zakładowych,</w:t>
      </w:r>
      <w:r w:rsidRPr="006C59E3">
        <w:rPr>
          <w:rFonts w:ascii="Times New Roman" w:hAnsi="Times New Roman" w:eastAsia="Calibri"/>
          <w:szCs w:val="22"/>
          <w:lang w:eastAsia="en-US"/>
        </w:rPr>
        <w:t xml:space="preserve"> przez okres </w:t>
      </w:r>
      <w:r w:rsidRPr="006C59E3">
        <w:rPr>
          <w:rFonts w:ascii="Times New Roman" w:hAnsi="Times New Roman" w:eastAsia="Calibri"/>
          <w:i/>
          <w:szCs w:val="22"/>
          <w:lang w:eastAsia="en-US"/>
        </w:rPr>
        <w:t>5</w:t>
      </w:r>
      <w:r w:rsidRPr="006C59E3">
        <w:rPr>
          <w:rFonts w:ascii="Times New Roman" w:hAnsi="Times New Roman" w:eastAsia="Calibri"/>
          <w:szCs w:val="22"/>
          <w:lang w:eastAsia="en-US"/>
        </w:rPr>
        <w:t xml:space="preserve"> lat od dnia zakończenia postępowania o udzielenie zamówienia, a jeżeli czas trwania umowy przekracza </w:t>
      </w:r>
      <w:r w:rsidRPr="006C59E3">
        <w:rPr>
          <w:rFonts w:ascii="Times New Roman" w:hAnsi="Times New Roman" w:eastAsia="Calibri"/>
          <w:i/>
          <w:szCs w:val="22"/>
          <w:lang w:eastAsia="en-US"/>
        </w:rPr>
        <w:t>5</w:t>
      </w:r>
      <w:r w:rsidRPr="006C59E3">
        <w:rPr>
          <w:rFonts w:ascii="Times New Roman" w:hAnsi="Times New Roman" w:eastAsia="Calibri"/>
          <w:szCs w:val="22"/>
          <w:lang w:eastAsia="en-US"/>
        </w:rPr>
        <w:t xml:space="preserve"> lat, okres przechowywania obejmuje cały czas trwania umowy</w:t>
      </w:r>
      <w:r w:rsidRPr="00D0469C">
        <w:rPr>
          <w:rFonts w:ascii="Times New Roman" w:hAnsi="Times New Roman"/>
        </w:rPr>
        <w:t>;</w:t>
      </w:r>
    </w:p>
    <w:p w:rsidRPr="00D0469C" w:rsidR="00741308" w:rsidP="00741308" w:rsidRDefault="00741308" w14:paraId="181C3BAD" w14:textId="77777777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</w:rPr>
      </w:pPr>
      <w:r w:rsidRPr="00D0469C">
        <w:rPr>
          <w:rFonts w:ascii="Times New Roman" w:hAnsi="Times New Roman"/>
        </w:rPr>
        <w:t>obowiązek podania przez Panią/Pana danych osobowych</w:t>
      </w:r>
      <w:r w:rsidRPr="00D0469C">
        <w:rPr>
          <w:rFonts w:ascii="Times New Roman" w:hAnsi="Times New Roman"/>
          <w:i/>
          <w:szCs w:val="22"/>
        </w:rPr>
        <w:t xml:space="preserve"> jest dobrowolne, jednak niezbędne do wzięcia udziału w postępowaniu;</w:t>
      </w:r>
    </w:p>
    <w:p w:rsidRPr="00D0469C" w:rsidR="00741308" w:rsidP="00741308" w:rsidRDefault="00741308" w14:paraId="0E2A0E5A" w14:textId="77777777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</w:rPr>
      </w:pPr>
      <w:r w:rsidRPr="00D0469C">
        <w:rPr>
          <w:rFonts w:ascii="Times New Roman" w:hAnsi="Times New Roman"/>
        </w:rPr>
        <w:t>w odniesieniu do Pani/Pana danych osobowych decyzje nie będą podejmowane w sposób zautomatyzowany, stosowanie do art. 22 RODO;</w:t>
      </w:r>
    </w:p>
    <w:p w:rsidRPr="00D0469C" w:rsidR="00741308" w:rsidP="00741308" w:rsidRDefault="00741308" w14:paraId="7E755680" w14:textId="77777777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  <w:color w:val="00B0F0"/>
        </w:rPr>
      </w:pPr>
      <w:r w:rsidRPr="00D0469C">
        <w:rPr>
          <w:rFonts w:ascii="Times New Roman" w:hAnsi="Times New Roman"/>
        </w:rPr>
        <w:t>posiada Pani/Pan:</w:t>
      </w:r>
    </w:p>
    <w:p w:rsidRPr="00D0469C" w:rsidR="00741308" w:rsidP="00741308" w:rsidRDefault="00741308" w14:paraId="76847B76" w14:textId="77777777">
      <w:pPr>
        <w:pStyle w:val="Akapitzlist"/>
        <w:numPr>
          <w:ilvl w:val="0"/>
          <w:numId w:val="11"/>
        </w:numPr>
        <w:spacing w:after="150" w:line="276" w:lineRule="auto"/>
        <w:ind w:left="709" w:hanging="283"/>
        <w:contextualSpacing/>
        <w:rPr>
          <w:rFonts w:ascii="Times New Roman" w:hAnsi="Times New Roman"/>
          <w:color w:val="00B0F0"/>
        </w:rPr>
      </w:pPr>
      <w:r w:rsidRPr="00D0469C">
        <w:rPr>
          <w:rFonts w:ascii="Times New Roman" w:hAnsi="Times New Roman"/>
        </w:rPr>
        <w:t>na podstawie art. 15 RODO prawo dostępu do danych osobowych Pani/Pana dotyczących;</w:t>
      </w:r>
    </w:p>
    <w:p w:rsidRPr="00D0469C" w:rsidR="00741308" w:rsidP="00741308" w:rsidRDefault="00741308" w14:paraId="53814D96" w14:textId="77777777">
      <w:pPr>
        <w:pStyle w:val="Akapitzlist"/>
        <w:numPr>
          <w:ilvl w:val="0"/>
          <w:numId w:val="11"/>
        </w:numPr>
        <w:spacing w:after="150" w:line="276" w:lineRule="auto"/>
        <w:ind w:left="709" w:hanging="283"/>
        <w:contextualSpacing/>
        <w:rPr>
          <w:rFonts w:ascii="Times New Roman" w:hAnsi="Times New Roman"/>
        </w:rPr>
      </w:pPr>
      <w:r w:rsidRPr="00D0469C">
        <w:rPr>
          <w:rFonts w:ascii="Times New Roman" w:hAnsi="Times New Roman"/>
        </w:rPr>
        <w:t xml:space="preserve">na podstawie art. 16 RODO prawo do sprostowania Pani/Pana danych osobowych </w:t>
      </w:r>
      <w:r w:rsidRPr="00D0469C">
        <w:rPr>
          <w:rFonts w:ascii="Times New Roman" w:hAnsi="Times New Roman"/>
          <w:b/>
          <w:vertAlign w:val="superscript"/>
        </w:rPr>
        <w:t>**</w:t>
      </w:r>
      <w:r w:rsidRPr="00D0469C">
        <w:rPr>
          <w:rFonts w:ascii="Times New Roman" w:hAnsi="Times New Roman"/>
        </w:rPr>
        <w:t>;</w:t>
      </w:r>
    </w:p>
    <w:p w:rsidRPr="00D0469C" w:rsidR="00741308" w:rsidP="00741308" w:rsidRDefault="00741308" w14:paraId="228A46BD" w14:textId="77777777">
      <w:pPr>
        <w:pStyle w:val="Akapitzlist"/>
        <w:numPr>
          <w:ilvl w:val="0"/>
          <w:numId w:val="11"/>
        </w:numPr>
        <w:spacing w:after="150" w:line="276" w:lineRule="auto"/>
        <w:ind w:left="709" w:hanging="283"/>
        <w:contextualSpacing/>
        <w:rPr>
          <w:rFonts w:ascii="Times New Roman" w:hAnsi="Times New Roman"/>
        </w:rPr>
      </w:pPr>
      <w:r w:rsidRPr="00D0469C">
        <w:rPr>
          <w:rFonts w:ascii="Times New Roman" w:hAnsi="Times New Roman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Pr="00D0469C" w:rsidR="00741308" w:rsidP="00741308" w:rsidRDefault="00741308" w14:paraId="2DC892EF" w14:textId="77777777">
      <w:pPr>
        <w:pStyle w:val="Akapitzlist"/>
        <w:numPr>
          <w:ilvl w:val="0"/>
          <w:numId w:val="11"/>
        </w:numPr>
        <w:spacing w:after="150" w:line="276" w:lineRule="auto"/>
        <w:ind w:left="709" w:hanging="283"/>
        <w:contextualSpacing/>
        <w:rPr>
          <w:rFonts w:ascii="Times New Roman" w:hAnsi="Times New Roman"/>
          <w:i/>
          <w:color w:val="00B0F0"/>
        </w:rPr>
      </w:pPr>
      <w:r w:rsidRPr="00D0469C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RODO;</w:t>
      </w:r>
    </w:p>
    <w:p w:rsidRPr="00D0469C" w:rsidR="00741308" w:rsidP="00741308" w:rsidRDefault="00741308" w14:paraId="02B99F3D" w14:textId="77777777">
      <w:pPr>
        <w:pStyle w:val="Akapitzlist"/>
        <w:numPr>
          <w:ilvl w:val="0"/>
          <w:numId w:val="10"/>
        </w:numPr>
        <w:spacing w:after="150" w:line="276" w:lineRule="auto"/>
        <w:ind w:left="426" w:hanging="426"/>
        <w:contextualSpacing/>
        <w:rPr>
          <w:rFonts w:ascii="Times New Roman" w:hAnsi="Times New Roman"/>
          <w:i/>
          <w:color w:val="00B0F0"/>
        </w:rPr>
      </w:pPr>
      <w:r w:rsidRPr="00D0469C">
        <w:rPr>
          <w:rFonts w:ascii="Times New Roman" w:hAnsi="Times New Roman"/>
        </w:rPr>
        <w:t>nie przysługuje Pani/Panu:</w:t>
      </w:r>
    </w:p>
    <w:p w:rsidRPr="00D0469C" w:rsidR="00741308" w:rsidP="00741308" w:rsidRDefault="00741308" w14:paraId="261E946B" w14:textId="77777777">
      <w:pPr>
        <w:pStyle w:val="Akapitzlist"/>
        <w:numPr>
          <w:ilvl w:val="0"/>
          <w:numId w:val="12"/>
        </w:numPr>
        <w:spacing w:after="150" w:line="276" w:lineRule="auto"/>
        <w:ind w:left="709" w:hanging="283"/>
        <w:contextualSpacing/>
        <w:rPr>
          <w:rFonts w:ascii="Times New Roman" w:hAnsi="Times New Roman"/>
          <w:i/>
          <w:color w:val="00B0F0"/>
        </w:rPr>
      </w:pPr>
      <w:r w:rsidRPr="00D0469C">
        <w:rPr>
          <w:rFonts w:ascii="Times New Roman" w:hAnsi="Times New Roman"/>
        </w:rPr>
        <w:t>w związku z art. 17 ust. 3 lit. b, d lub e RODO prawo do usunięcia danych osobowych;</w:t>
      </w:r>
    </w:p>
    <w:p w:rsidRPr="00D0469C" w:rsidR="00741308" w:rsidP="00741308" w:rsidRDefault="00741308" w14:paraId="7E309B9F" w14:textId="77777777">
      <w:pPr>
        <w:pStyle w:val="Akapitzlist"/>
        <w:numPr>
          <w:ilvl w:val="0"/>
          <w:numId w:val="12"/>
        </w:numPr>
        <w:spacing w:after="150" w:line="276" w:lineRule="auto"/>
        <w:ind w:left="709" w:hanging="283"/>
        <w:contextualSpacing/>
        <w:rPr>
          <w:rFonts w:ascii="Times New Roman" w:hAnsi="Times New Roman"/>
          <w:b/>
          <w:i/>
        </w:rPr>
      </w:pPr>
      <w:r w:rsidRPr="00D0469C">
        <w:rPr>
          <w:rFonts w:ascii="Times New Roman" w:hAnsi="Times New Roman"/>
        </w:rPr>
        <w:t>prawo do przenoszenia danych osobowych, o którym mowa w art. 20 RODO;</w:t>
      </w:r>
    </w:p>
    <w:p w:rsidRPr="00D0469C" w:rsidR="00741308" w:rsidP="00741308" w:rsidRDefault="00741308" w14:paraId="29CF0FEF" w14:textId="77777777">
      <w:pPr>
        <w:pStyle w:val="Akapitzlist"/>
        <w:numPr>
          <w:ilvl w:val="0"/>
          <w:numId w:val="12"/>
        </w:numPr>
        <w:spacing w:after="150" w:line="276" w:lineRule="auto"/>
        <w:ind w:left="709" w:hanging="283"/>
        <w:contextualSpacing/>
        <w:rPr>
          <w:rFonts w:ascii="Times New Roman" w:hAnsi="Times New Roman"/>
          <w:b/>
          <w:i/>
        </w:rPr>
      </w:pPr>
      <w:r w:rsidRPr="00D0469C">
        <w:rPr>
          <w:rFonts w:ascii="Times New Roman" w:hAnsi="Times New Roman"/>
          <w:b/>
        </w:rPr>
        <w:t>na podstawie art. 21 RODO prawo sprzeciwu, wobec przetwarzania danych osobowych, gdyż podstawą prawną przetwarzania Pani/Pana danych osobowych jest art. 6 ust. 1 lit. c RODO</w:t>
      </w:r>
      <w:r w:rsidRPr="00D0469C">
        <w:rPr>
          <w:rFonts w:ascii="Times New Roman" w:hAnsi="Times New Roman"/>
        </w:rPr>
        <w:t>.</w:t>
      </w:r>
      <w:r w:rsidRPr="00D0469C">
        <w:rPr>
          <w:rFonts w:ascii="Times New Roman" w:hAnsi="Times New Roman"/>
          <w:b/>
        </w:rPr>
        <w:t xml:space="preserve"> </w:t>
      </w:r>
    </w:p>
    <w:p w:rsidR="00741308" w:rsidP="00741308" w:rsidRDefault="00741308" w14:paraId="07A31054" w14:textId="77777777">
      <w:pPr>
        <w:pStyle w:val="Akapitzlist"/>
        <w:spacing w:after="150" w:line="276" w:lineRule="auto"/>
        <w:ind w:left="709"/>
        <w:contextualSpacing/>
        <w:rPr>
          <w:rFonts w:ascii="Times New Roman" w:hAnsi="Times New Roman"/>
        </w:rPr>
      </w:pPr>
    </w:p>
    <w:p w:rsidRPr="00D0469C" w:rsidR="00741308" w:rsidP="00741308" w:rsidRDefault="00741308" w14:paraId="15B62B74" w14:textId="77777777">
      <w:pPr>
        <w:numPr>
          <w:ilvl w:val="0"/>
          <w:numId w:val="16"/>
        </w:numPr>
        <w:spacing w:line="276" w:lineRule="auto"/>
        <w:ind w:left="426" w:hanging="426"/>
        <w:rPr>
          <w:rFonts w:ascii="Times New Roman" w:hAnsi="Times New Roman"/>
          <w:szCs w:val="22"/>
          <w:u w:val="single"/>
        </w:rPr>
      </w:pPr>
      <w:r w:rsidRPr="00D0469C">
        <w:rPr>
          <w:rFonts w:ascii="Times New Roman" w:hAnsi="Times New Roman"/>
          <w:szCs w:val="22"/>
          <w:u w:val="single"/>
        </w:rPr>
        <w:t>Wykaz dokumentów jakie mają dostarczyć Wykonawcy:</w:t>
      </w:r>
    </w:p>
    <w:p w:rsidRPr="00D0469C" w:rsidR="00741308" w:rsidP="00741308" w:rsidRDefault="00741308" w14:paraId="08ADB8D1" w14:textId="77777777">
      <w:pPr>
        <w:numPr>
          <w:ilvl w:val="1"/>
          <w:numId w:val="16"/>
        </w:numPr>
        <w:spacing w:line="276" w:lineRule="auto"/>
        <w:ind w:left="993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Formularz oferta (załącznik nr 1);</w:t>
      </w:r>
    </w:p>
    <w:p w:rsidRPr="00D0469C" w:rsidR="00741308" w:rsidP="00741308" w:rsidRDefault="00741308" w14:paraId="0B97DBD5" w14:textId="77777777">
      <w:pPr>
        <w:numPr>
          <w:ilvl w:val="1"/>
          <w:numId w:val="16"/>
        </w:numPr>
        <w:spacing w:line="276" w:lineRule="auto"/>
        <w:ind w:left="993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Parametry techniczne oferowanego samochodu (załącznik nr 2);</w:t>
      </w:r>
    </w:p>
    <w:p w:rsidRPr="00FD2232" w:rsidR="00741308" w:rsidP="00741308" w:rsidRDefault="00741308" w14:paraId="5BD92CCE" w14:textId="77777777">
      <w:pPr>
        <w:numPr>
          <w:ilvl w:val="1"/>
          <w:numId w:val="16"/>
        </w:numPr>
        <w:spacing w:line="276" w:lineRule="auto"/>
        <w:ind w:left="993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Oświadczenie o niepodleganiu wykluczeniu z postępowania (załącznik nr 4);</w:t>
      </w:r>
    </w:p>
    <w:p w:rsidRPr="00D0469C" w:rsidR="00741308" w:rsidP="00741308" w:rsidRDefault="00741308" w14:paraId="3598BE0B" w14:textId="77777777">
      <w:pPr>
        <w:numPr>
          <w:ilvl w:val="1"/>
          <w:numId w:val="16"/>
        </w:numPr>
        <w:spacing w:line="276" w:lineRule="auto"/>
        <w:ind w:left="993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 xml:space="preserve">Aktualny odpis z właściwego rejestru lub centralnej ewidencji i informacji </w:t>
      </w:r>
      <w:r>
        <w:rPr>
          <w:rFonts w:ascii="Times New Roman" w:hAnsi="Times New Roman"/>
          <w:szCs w:val="22"/>
        </w:rPr>
        <w:br/>
      </w:r>
      <w:r w:rsidRPr="00D0469C">
        <w:rPr>
          <w:rFonts w:ascii="Times New Roman" w:hAnsi="Times New Roman"/>
          <w:szCs w:val="22"/>
        </w:rPr>
        <w:t>o działalności gospodarczej, jeżeli Zamawiający nie może pobrać go z ogólnodostępnej bezpłatnej bazy danych;</w:t>
      </w:r>
    </w:p>
    <w:p w:rsidRPr="00D0469C" w:rsidR="00741308" w:rsidP="00741308" w:rsidRDefault="00741308" w14:paraId="3FBF725B" w14:textId="77777777">
      <w:pPr>
        <w:numPr>
          <w:ilvl w:val="1"/>
          <w:numId w:val="16"/>
        </w:numPr>
        <w:spacing w:line="276" w:lineRule="auto"/>
        <w:ind w:left="993" w:hanging="567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Pełnomocnictwo do podpisania oferty – jeżeli dotyczy;</w:t>
      </w:r>
    </w:p>
    <w:p w:rsidR="00741308" w:rsidP="00741308" w:rsidRDefault="00741308" w14:paraId="2E92D60A" w14:textId="77777777">
      <w:pPr>
        <w:ind w:left="4254"/>
        <w:rPr>
          <w:rFonts w:ascii="Times New Roman" w:hAnsi="Times New Roman"/>
          <w:sz w:val="16"/>
          <w:szCs w:val="16"/>
        </w:rPr>
      </w:pPr>
    </w:p>
    <w:p w:rsidR="00741308" w:rsidP="001343F3" w:rsidRDefault="00741308" w14:paraId="34EEF079" w14:textId="008C6874">
      <w:pPr>
        <w:rPr>
          <w:rFonts w:ascii="Times New Roman" w:hAnsi="Times New Roman"/>
          <w:sz w:val="16"/>
          <w:szCs w:val="16"/>
        </w:rPr>
      </w:pPr>
    </w:p>
    <w:p w:rsidRPr="00D0469C" w:rsidR="00741308" w:rsidP="00741308" w:rsidRDefault="00741308" w14:paraId="240791F5" w14:textId="77777777">
      <w:pPr>
        <w:rPr>
          <w:rFonts w:ascii="Times New Roman" w:hAnsi="Times New Roman"/>
          <w:sz w:val="16"/>
          <w:szCs w:val="16"/>
        </w:rPr>
      </w:pPr>
    </w:p>
    <w:p w:rsidR="00741308" w:rsidP="00741308" w:rsidRDefault="00741308" w14:paraId="51771C93" w14:textId="77777777">
      <w:pPr>
        <w:ind w:left="4254"/>
        <w:rPr>
          <w:rFonts w:ascii="Times New Roman" w:hAnsi="Times New Roman"/>
          <w:sz w:val="16"/>
          <w:szCs w:val="16"/>
        </w:rPr>
      </w:pPr>
    </w:p>
    <w:p w:rsidRPr="00D0469C" w:rsidR="003D3B15" w:rsidP="00741308" w:rsidRDefault="003D3B15" w14:paraId="749A23FD" w14:textId="77777777">
      <w:pPr>
        <w:ind w:left="4254"/>
        <w:rPr>
          <w:rFonts w:ascii="Times New Roman" w:hAnsi="Times New Roman"/>
          <w:sz w:val="16"/>
          <w:szCs w:val="16"/>
        </w:rPr>
      </w:pPr>
    </w:p>
    <w:p w:rsidRPr="00D0469C" w:rsidR="00741308" w:rsidP="00741308" w:rsidRDefault="00741308" w14:paraId="6190128F" w14:textId="77777777">
      <w:pPr>
        <w:spacing w:before="120" w:after="120" w:line="276" w:lineRule="auto"/>
        <w:rPr>
          <w:rFonts w:ascii="Times New Roman" w:hAnsi="Times New Roman"/>
        </w:rPr>
      </w:pPr>
      <w:r w:rsidRPr="00D0469C">
        <w:rPr>
          <w:rFonts w:ascii="Times New Roman" w:hAnsi="Times New Roman"/>
        </w:rPr>
        <w:t>______________________</w:t>
      </w:r>
    </w:p>
    <w:p w:rsidRPr="00D0469C" w:rsidR="00741308" w:rsidP="00887492" w:rsidRDefault="00741308" w14:paraId="6F24EC03" w14:textId="77777777">
      <w:pPr>
        <w:rPr>
          <w:rFonts w:ascii="Times New Roman" w:hAnsi="Times New Roman"/>
          <w:i/>
          <w:sz w:val="18"/>
          <w:szCs w:val="18"/>
        </w:rPr>
      </w:pPr>
      <w:r w:rsidRPr="00D0469C">
        <w:rPr>
          <w:rFonts w:ascii="Times New Roman" w:hAnsi="Times New Roman"/>
          <w:b/>
          <w:i/>
          <w:sz w:val="18"/>
          <w:szCs w:val="18"/>
          <w:vertAlign w:val="superscript"/>
        </w:rPr>
        <w:t>*</w:t>
      </w:r>
      <w:r w:rsidRPr="00D0469C">
        <w:rPr>
          <w:rFonts w:ascii="Times New Roman" w:hAnsi="Times New Roman"/>
          <w:b/>
          <w:i/>
          <w:sz w:val="18"/>
          <w:szCs w:val="18"/>
        </w:rPr>
        <w:t xml:space="preserve"> Wyjaśnienie:</w:t>
      </w:r>
      <w:r w:rsidRPr="00D0469C">
        <w:rPr>
          <w:rFonts w:ascii="Times New Roman" w:hAnsi="Times New Roman"/>
          <w:i/>
          <w:sz w:val="18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:rsidRPr="00D0469C" w:rsidR="00741308" w:rsidP="00887492" w:rsidRDefault="00741308" w14:paraId="767F16CA" w14:textId="77777777">
      <w:pPr>
        <w:pStyle w:val="Akapitzlist"/>
        <w:ind w:left="0"/>
        <w:rPr>
          <w:rFonts w:ascii="Times New Roman" w:hAnsi="Times New Roman"/>
          <w:i/>
          <w:sz w:val="18"/>
          <w:szCs w:val="18"/>
        </w:rPr>
      </w:pPr>
      <w:r w:rsidRPr="00D0469C">
        <w:rPr>
          <w:rFonts w:ascii="Times New Roman" w:hAnsi="Times New Roman"/>
          <w:b/>
          <w:i/>
          <w:sz w:val="18"/>
          <w:szCs w:val="18"/>
          <w:vertAlign w:val="superscript"/>
        </w:rPr>
        <w:t xml:space="preserve">** </w:t>
      </w:r>
      <w:r w:rsidRPr="00D0469C">
        <w:rPr>
          <w:rFonts w:ascii="Times New Roman" w:hAnsi="Times New Roman"/>
          <w:b/>
          <w:i/>
          <w:sz w:val="18"/>
          <w:szCs w:val="18"/>
        </w:rPr>
        <w:t>Wyjaśnienie:</w:t>
      </w:r>
      <w:r w:rsidRPr="00D0469C">
        <w:rPr>
          <w:rFonts w:ascii="Times New Roman" w:hAnsi="Times New Roman"/>
          <w:i/>
          <w:sz w:val="18"/>
          <w:szCs w:val="18"/>
        </w:rPr>
        <w:t xml:space="preserve"> skorzystanie z prawa do sprostowania nie może skutkować zmianą wyniku postępowania</w:t>
      </w:r>
      <w:r w:rsidRPr="00D0469C">
        <w:rPr>
          <w:rFonts w:ascii="Times New Roman" w:hAnsi="Times New Roman"/>
          <w:i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D0469C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D0469C">
        <w:rPr>
          <w:rFonts w:ascii="Times New Roman" w:hAnsi="Times New Roman"/>
          <w:i/>
          <w:sz w:val="18"/>
          <w:szCs w:val="18"/>
        </w:rPr>
        <w:t xml:space="preserve"> oraz nie może naruszać integralności protokołu oraz jego załączników.</w:t>
      </w:r>
    </w:p>
    <w:p w:rsidRPr="003D3B15" w:rsidR="00741308" w:rsidP="003D3B15" w:rsidRDefault="00741308" w14:paraId="4BF52DA1" w14:textId="383B5EF7">
      <w:pPr>
        <w:pStyle w:val="Akapitzlist"/>
        <w:ind w:left="0"/>
        <w:rPr>
          <w:rFonts w:ascii="Times New Roman" w:hAnsi="Times New Roman"/>
          <w:i/>
          <w:sz w:val="18"/>
          <w:szCs w:val="18"/>
        </w:rPr>
      </w:pPr>
      <w:r w:rsidRPr="00D0469C">
        <w:rPr>
          <w:rFonts w:ascii="Times New Roman" w:hAnsi="Times New Roman"/>
          <w:b/>
          <w:i/>
          <w:sz w:val="18"/>
          <w:szCs w:val="18"/>
          <w:vertAlign w:val="superscript"/>
        </w:rPr>
        <w:t xml:space="preserve">*** </w:t>
      </w:r>
      <w:r w:rsidRPr="00D0469C">
        <w:rPr>
          <w:rFonts w:ascii="Times New Roman" w:hAnsi="Times New Roman"/>
          <w:b/>
          <w:i/>
          <w:sz w:val="18"/>
          <w:szCs w:val="18"/>
        </w:rPr>
        <w:t>Wyjaśnienie:</w:t>
      </w:r>
      <w:r w:rsidRPr="00D0469C">
        <w:rPr>
          <w:rFonts w:ascii="Times New Roman" w:hAnsi="Times New Roman"/>
          <w:i/>
          <w:sz w:val="18"/>
          <w:szCs w:val="18"/>
        </w:rPr>
        <w:t xml:space="preserve"> prawo do ograniczenia przetwarzania nie ma zastosowania w odniesieniu do przechowywania, </w:t>
      </w:r>
      <w:r>
        <w:rPr>
          <w:rFonts w:ascii="Times New Roman" w:hAnsi="Times New Roman"/>
          <w:i/>
          <w:sz w:val="18"/>
          <w:szCs w:val="18"/>
        </w:rPr>
        <w:br/>
      </w:r>
      <w:r w:rsidRPr="00D0469C">
        <w:rPr>
          <w:rFonts w:ascii="Times New Roman" w:hAnsi="Times New Roman"/>
          <w:i/>
          <w:sz w:val="18"/>
          <w:szCs w:val="18"/>
        </w:rPr>
        <w:t>w celu zapewnienia korzystania ze środków ochrony prawnej lub w celu ochrony praw innej osoby fizycznej lub prawnej, lub z uwagi na ważne względy interesu publicznego Unii Europejskiej lub państwa członkowskiego.</w:t>
      </w:r>
    </w:p>
    <w:p w:rsidRPr="00D0469C" w:rsidR="00741308" w:rsidP="00741308" w:rsidRDefault="00741308" w14:paraId="17E46829" w14:textId="77777777">
      <w:pPr>
        <w:spacing w:line="276" w:lineRule="auto"/>
        <w:rPr>
          <w:rFonts w:ascii="Times New Roman" w:hAnsi="Times New Roman"/>
          <w:b/>
          <w:szCs w:val="22"/>
        </w:rPr>
      </w:pPr>
      <w:r w:rsidRPr="00D0469C">
        <w:rPr>
          <w:rFonts w:ascii="Times New Roman" w:hAnsi="Times New Roman"/>
          <w:b/>
          <w:szCs w:val="22"/>
        </w:rPr>
        <w:lastRenderedPageBreak/>
        <w:t>Załączniki:</w:t>
      </w:r>
    </w:p>
    <w:p w:rsidRPr="00D0469C" w:rsidR="00741308" w:rsidP="00741308" w:rsidRDefault="00741308" w14:paraId="307CAB3C" w14:textId="77777777">
      <w:pPr>
        <w:numPr>
          <w:ilvl w:val="0"/>
          <w:numId w:val="7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Załącznik nr 1 – formularz ofertowy</w:t>
      </w:r>
    </w:p>
    <w:p w:rsidRPr="00D0469C" w:rsidR="00741308" w:rsidP="00741308" w:rsidRDefault="00741308" w14:paraId="39C1FB6F" w14:textId="77777777">
      <w:pPr>
        <w:numPr>
          <w:ilvl w:val="0"/>
          <w:numId w:val="7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Załącznik nr 2 – parametry techniczne oferowanego samochodu</w:t>
      </w:r>
    </w:p>
    <w:p w:rsidRPr="00D0469C" w:rsidR="00741308" w:rsidP="00741308" w:rsidRDefault="00741308" w14:paraId="61D7949C" w14:textId="77777777">
      <w:pPr>
        <w:numPr>
          <w:ilvl w:val="0"/>
          <w:numId w:val="7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Załącznik nr 3 – opis przedmiotu zamówienia</w:t>
      </w:r>
    </w:p>
    <w:p w:rsidRPr="00D0469C" w:rsidR="00741308" w:rsidP="00741308" w:rsidRDefault="00741308" w14:paraId="266D02DC" w14:textId="77777777">
      <w:pPr>
        <w:numPr>
          <w:ilvl w:val="0"/>
          <w:numId w:val="7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Załącznik nr 4 – oświadczenie o niepodleganiu wykluczeniu z postępowania</w:t>
      </w:r>
    </w:p>
    <w:p w:rsidRPr="00D0469C" w:rsidR="00741308" w:rsidP="00741308" w:rsidRDefault="00741308" w14:paraId="3F1371C3" w14:textId="77777777">
      <w:pPr>
        <w:numPr>
          <w:ilvl w:val="0"/>
          <w:numId w:val="7"/>
        </w:numPr>
        <w:spacing w:line="276" w:lineRule="auto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Załącznik nr 5 – wzór umowy</w:t>
      </w:r>
    </w:p>
    <w:p w:rsidRPr="00D0469C" w:rsidR="00741308" w:rsidP="00741308" w:rsidRDefault="00741308" w14:paraId="68001663" w14:textId="77777777">
      <w:pPr>
        <w:rPr>
          <w:rFonts w:ascii="Times New Roman" w:hAnsi="Times New Roman"/>
          <w:sz w:val="24"/>
        </w:rPr>
      </w:pPr>
    </w:p>
    <w:p w:rsidR="00741308" w:rsidP="00741308" w:rsidRDefault="00741308" w14:paraId="6667B7EB" w14:textId="77777777">
      <w:pPr>
        <w:rPr>
          <w:rFonts w:ascii="Times New Roman" w:hAnsi="Times New Roman"/>
          <w:sz w:val="24"/>
        </w:rPr>
      </w:pPr>
    </w:p>
    <w:p w:rsidRPr="00D0469C" w:rsidR="00741308" w:rsidP="00741308" w:rsidRDefault="00741308" w14:paraId="3407980D" w14:textId="77777777">
      <w:pPr>
        <w:rPr>
          <w:rFonts w:ascii="Times New Roman" w:hAnsi="Times New Roman"/>
          <w:sz w:val="24"/>
        </w:rPr>
      </w:pPr>
    </w:p>
    <w:p w:rsidR="00741308" w:rsidP="00741308" w:rsidRDefault="00741308" w14:paraId="2260F0DC" w14:textId="77777777">
      <w:pPr>
        <w:rPr>
          <w:rFonts w:ascii="Times New Roman" w:hAnsi="Times New Roman"/>
          <w:sz w:val="24"/>
        </w:rPr>
      </w:pPr>
    </w:p>
    <w:p w:rsidRPr="00D0469C" w:rsidR="003D3B15" w:rsidP="00741308" w:rsidRDefault="003D3B15" w14:paraId="7D7BA774" w14:textId="77777777">
      <w:pPr>
        <w:rPr>
          <w:rFonts w:ascii="Times New Roman" w:hAnsi="Times New Roman"/>
          <w:sz w:val="24"/>
        </w:rPr>
      </w:pPr>
    </w:p>
    <w:p w:rsidRPr="00D0469C" w:rsidR="00741308" w:rsidP="00741308" w:rsidRDefault="00741308" w14:paraId="7C04DBFE" w14:textId="77777777">
      <w:pPr>
        <w:rPr>
          <w:rFonts w:ascii="Times New Roman" w:hAnsi="Times New Roman"/>
          <w:sz w:val="24"/>
        </w:rPr>
      </w:pPr>
    </w:p>
    <w:p w:rsidRPr="00D0469C" w:rsidR="00741308" w:rsidP="00741308" w:rsidRDefault="00741308" w14:paraId="6178A8B1" w14:textId="77777777">
      <w:pPr>
        <w:ind w:left="3545"/>
        <w:jc w:val="left"/>
        <w:rPr>
          <w:rFonts w:ascii="Times New Roman" w:hAnsi="Times New Roman"/>
          <w:szCs w:val="22"/>
        </w:rPr>
      </w:pPr>
      <w:r w:rsidRPr="00D0469C">
        <w:rPr>
          <w:rFonts w:ascii="Times New Roman" w:hAnsi="Times New Roman"/>
          <w:szCs w:val="22"/>
        </w:rPr>
        <w:t>Zatwierdzam, dn. …………………………………..</w:t>
      </w:r>
    </w:p>
    <w:p w:rsidRPr="00D0469C" w:rsidR="00741308" w:rsidP="00741308" w:rsidRDefault="00741308" w14:paraId="6CEC6D3C" w14:textId="77777777">
      <w:pPr>
        <w:ind w:left="4254"/>
        <w:rPr>
          <w:rFonts w:ascii="Times New Roman" w:hAnsi="Times New Roman"/>
          <w:sz w:val="16"/>
          <w:szCs w:val="16"/>
        </w:rPr>
      </w:pPr>
      <w:r w:rsidRPr="00D0469C">
        <w:rPr>
          <w:rFonts w:ascii="Times New Roman" w:hAnsi="Times New Roman"/>
          <w:sz w:val="16"/>
          <w:szCs w:val="16"/>
        </w:rPr>
        <w:tab/>
      </w:r>
      <w:r w:rsidRPr="00D0469C">
        <w:rPr>
          <w:rFonts w:ascii="Times New Roman" w:hAnsi="Times New Roman"/>
          <w:sz w:val="16"/>
          <w:szCs w:val="16"/>
        </w:rPr>
        <w:tab/>
      </w:r>
      <w:r w:rsidRPr="00D0469C">
        <w:rPr>
          <w:rFonts w:ascii="Times New Roman" w:hAnsi="Times New Roman"/>
          <w:sz w:val="16"/>
          <w:szCs w:val="16"/>
        </w:rPr>
        <w:tab/>
        <w:t>(data i podpis)</w:t>
      </w:r>
    </w:p>
    <w:p w:rsidRPr="00D0469C" w:rsidR="00741308" w:rsidP="00741308" w:rsidRDefault="00741308" w14:paraId="452775F5" w14:textId="77777777">
      <w:pPr>
        <w:ind w:left="4254"/>
        <w:rPr>
          <w:rFonts w:ascii="Times New Roman" w:hAnsi="Times New Roman"/>
          <w:sz w:val="16"/>
          <w:szCs w:val="16"/>
        </w:rPr>
      </w:pPr>
    </w:p>
    <w:p w:rsidRPr="00D0469C" w:rsidR="00741308" w:rsidP="00741308" w:rsidRDefault="00741308" w14:paraId="15E505DB" w14:textId="77777777">
      <w:pPr>
        <w:ind w:left="4254"/>
        <w:rPr>
          <w:rFonts w:ascii="Times New Roman" w:hAnsi="Times New Roman"/>
          <w:sz w:val="16"/>
          <w:szCs w:val="16"/>
        </w:rPr>
      </w:pPr>
    </w:p>
    <w:p w:rsidRPr="00D0469C" w:rsidR="00741308" w:rsidP="00741308" w:rsidRDefault="00741308" w14:paraId="0E1E71D6" w14:textId="77777777">
      <w:pPr>
        <w:ind w:left="4254"/>
        <w:rPr>
          <w:rFonts w:ascii="Times New Roman" w:hAnsi="Times New Roman"/>
          <w:sz w:val="16"/>
          <w:szCs w:val="16"/>
        </w:rPr>
      </w:pPr>
    </w:p>
    <w:p w:rsidRPr="00D0469C" w:rsidR="00741308" w:rsidP="00741308" w:rsidRDefault="00741308" w14:paraId="4101D8F6" w14:textId="77777777">
      <w:pPr>
        <w:ind w:left="4254"/>
        <w:rPr>
          <w:rFonts w:ascii="Times New Roman" w:hAnsi="Times New Roman"/>
          <w:sz w:val="16"/>
          <w:szCs w:val="16"/>
        </w:rPr>
      </w:pPr>
    </w:p>
    <w:p w:rsidRPr="00D0469C" w:rsidR="00741308" w:rsidP="00741308" w:rsidRDefault="00741308" w14:paraId="7EED345F" w14:textId="77777777">
      <w:pPr>
        <w:ind w:left="4254"/>
        <w:rPr>
          <w:rFonts w:ascii="Times New Roman" w:hAnsi="Times New Roman"/>
          <w:sz w:val="16"/>
          <w:szCs w:val="16"/>
        </w:rPr>
      </w:pPr>
    </w:p>
    <w:p w:rsidR="00741308" w:rsidP="00741308" w:rsidRDefault="00741308" w14:paraId="6CFF2D00" w14:textId="77777777">
      <w:pPr>
        <w:pStyle w:val="Akapitzlist"/>
        <w:ind w:left="0"/>
        <w:rPr>
          <w:rFonts w:ascii="Times New Roman" w:hAnsi="Times New Roman"/>
          <w:i/>
          <w:sz w:val="18"/>
          <w:szCs w:val="18"/>
        </w:rPr>
      </w:pPr>
    </w:p>
    <w:p w:rsidRPr="002D5A86" w:rsidR="00BD0976" w:rsidP="00741308" w:rsidRDefault="00BD0976" w14:paraId="3EC1D4F7" w14:textId="1C6F5D62">
      <w:pPr>
        <w:spacing w:line="276" w:lineRule="auto"/>
        <w:ind w:left="4253"/>
        <w:jc w:val="left"/>
        <w:rPr>
          <w:rFonts w:cs="Arial"/>
        </w:rPr>
      </w:pPr>
    </w:p>
    <w:sectPr w:rsidRPr="002D5A86" w:rsidR="00BD0976" w:rsidSect="00A644F6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7" w:h="16840" w:code="9"/>
      <w:pgMar w:top="1701" w:right="1134" w:bottom="1247" w:left="1985" w:header="851" w:footer="5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E7A0FD" w14:textId="77777777" w:rsidR="00F20444" w:rsidRDefault="00F20444">
      <w:r>
        <w:separator/>
      </w:r>
    </w:p>
  </w:endnote>
  <w:endnote w:type="continuationSeparator" w:id="0">
    <w:p w14:paraId="4A1C55DE" w14:textId="77777777" w:rsidR="00F20444" w:rsidRDefault="00F20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ZapfHumnst TL">
    <w:panose1 w:val="020B0502050508020304"/>
    <w:charset w:val="EE"/>
    <w:family w:val="swiss"/>
    <w:pitch w:val="variable"/>
    <w:sig w:usb0="A00000AF" w:usb1="5000204A" w:usb2="00000000" w:usb3="00000000" w:csb0="0000009B" w:csb1="00000000"/>
  </w:font>
  <w:font w:name="ZapfHumnst L2">
    <w:panose1 w:val="020B0502050508020304"/>
    <w:charset w:val="EE"/>
    <w:family w:val="swiss"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BCAC5" w14:textId="77777777" w:rsidR="00D605D4" w:rsidRDefault="00D605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7091C" w14:textId="77777777" w:rsidR="00D605D4" w:rsidRDefault="00D605D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C4E67" w14:textId="77777777" w:rsidR="00F849A4" w:rsidRDefault="00F849A4" w:rsidP="00F849A4">
    <w:pPr>
      <w:pStyle w:val="Stopka"/>
      <w:pBdr>
        <w:top w:val="single" w:sz="4" w:space="1" w:color="0068A6"/>
      </w:pBdr>
      <w:tabs>
        <w:tab w:val="left" w:pos="716"/>
        <w:tab w:val="center" w:pos="4394"/>
      </w:tabs>
      <w:jc w:val="center"/>
      <w:rPr>
        <w:rFonts w:ascii="ZapfHumnst L2" w:hAnsi="ZapfHumnst L2"/>
        <w:color w:val="0068A6"/>
        <w:sz w:val="14"/>
        <w:szCs w:val="14"/>
      </w:rPr>
    </w:pPr>
  </w:p>
  <w:p w14:paraId="0FD8BFC7" w14:textId="77777777" w:rsidR="009B084E" w:rsidRPr="00D605D4" w:rsidRDefault="009B084E" w:rsidP="00F849A4">
    <w:pPr>
      <w:pStyle w:val="Stopka"/>
      <w:pBdr>
        <w:top w:val="single" w:sz="4" w:space="1" w:color="0068A6"/>
      </w:pBdr>
      <w:tabs>
        <w:tab w:val="left" w:pos="716"/>
        <w:tab w:val="center" w:pos="4394"/>
      </w:tabs>
      <w:jc w:val="center"/>
      <w:rPr>
        <w:rFonts w:ascii="ZapfHumnst L2" w:hAnsi="ZapfHumnst L2"/>
        <w:color w:val="0068A6"/>
        <w:sz w:val="14"/>
        <w:szCs w:val="14"/>
      </w:rPr>
    </w:pPr>
    <w:r w:rsidRPr="00D605D4">
      <w:rPr>
        <w:rFonts w:ascii="ZapfHumnst L2" w:hAnsi="ZapfHumnst L2"/>
        <w:color w:val="0068A6"/>
        <w:sz w:val="14"/>
        <w:szCs w:val="14"/>
      </w:rPr>
      <w:t>45-231</w:t>
    </w:r>
    <w:r w:rsidR="00047E7A" w:rsidRPr="00D605D4">
      <w:rPr>
        <w:rFonts w:ascii="ZapfHumnst L2" w:hAnsi="ZapfHumnst L2"/>
        <w:color w:val="0068A6"/>
        <w:sz w:val="14"/>
        <w:szCs w:val="14"/>
      </w:rPr>
      <w:t xml:space="preserve"> Opole</w:t>
    </w:r>
    <w:r w:rsidRPr="00D605D4">
      <w:rPr>
        <w:rFonts w:ascii="ZapfHumnst L2" w:hAnsi="ZapfHumnst L2"/>
        <w:color w:val="0068A6"/>
        <w:sz w:val="14"/>
        <w:szCs w:val="14"/>
      </w:rPr>
      <w:t xml:space="preserve">, ul. Oleska 121 „C”, </w:t>
    </w:r>
    <w:r w:rsidR="006261AE" w:rsidRPr="00D605D4">
      <w:rPr>
        <w:rFonts w:ascii="ZapfHumnst L2" w:hAnsi="ZapfHumnst L2"/>
        <w:color w:val="0068A6"/>
        <w:sz w:val="14"/>
        <w:szCs w:val="14"/>
      </w:rPr>
      <w:t>tel. 77 47 00 900, fax 77 45 74 207</w:t>
    </w:r>
    <w:r w:rsidR="00A644F6" w:rsidRPr="00D605D4">
      <w:rPr>
        <w:rFonts w:ascii="ZapfHumnst L2" w:hAnsi="ZapfHumnst L2"/>
        <w:color w:val="0068A6"/>
        <w:sz w:val="14"/>
        <w:szCs w:val="14"/>
      </w:rPr>
      <w:t xml:space="preserve">, </w:t>
    </w:r>
    <w:r w:rsidRPr="00D605D4">
      <w:rPr>
        <w:rFonts w:ascii="ZapfHumnst L2" w:hAnsi="ZapfHumnst L2"/>
        <w:color w:val="0068A6"/>
        <w:sz w:val="14"/>
        <w:szCs w:val="14"/>
      </w:rPr>
      <w:t>e-mail: kancelaria@opole.pip.gov.pl, www.</w:t>
    </w:r>
    <w:r w:rsidR="006261AE" w:rsidRPr="00D605D4">
      <w:rPr>
        <w:rFonts w:ascii="ZapfHumnst L2" w:hAnsi="ZapfHumnst L2"/>
        <w:color w:val="0068A6"/>
        <w:sz w:val="14"/>
        <w:szCs w:val="14"/>
      </w:rPr>
      <w:t>opole.</w:t>
    </w:r>
    <w:r w:rsidRPr="00D605D4">
      <w:rPr>
        <w:rFonts w:ascii="ZapfHumnst L2" w:hAnsi="ZapfHumnst L2"/>
        <w:color w:val="0068A6"/>
        <w:sz w:val="14"/>
        <w:szCs w:val="14"/>
      </w:rPr>
      <w:t>pip.gov.pl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D6322" w14:textId="77777777" w:rsidR="00F20444" w:rsidRDefault="00F20444">
      <w:r>
        <w:separator/>
      </w:r>
    </w:p>
  </w:footnote>
  <w:footnote w:type="continuationSeparator" w:id="0">
    <w:p w14:paraId="1F2C5A6E" w14:textId="77777777" w:rsidR="00F20444" w:rsidRDefault="00F204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7FBE3" w14:textId="77777777" w:rsidR="00BD0976" w:rsidRDefault="00BD097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D6EB23" w14:textId="77777777" w:rsidR="00BD0976" w:rsidRDefault="00BD09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5F6FA" w14:textId="77777777" w:rsidR="00BD0976" w:rsidRDefault="00BD0976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76E9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D2091BD" w14:textId="77777777" w:rsidR="00BD0976" w:rsidRDefault="00BD09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0068A6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8007"/>
    </w:tblGrid>
    <w:tr w:rsidR="006A2D70" w14:paraId="3F0BF9A8" w14:textId="77777777" w:rsidTr="009A43E3">
      <w:trPr>
        <w:trHeight w:val="1131"/>
      </w:trPr>
      <w:tc>
        <w:tcPr>
          <w:tcW w:w="921" w:type="dxa"/>
          <w:vAlign w:val="center"/>
        </w:tcPr>
        <w:p w14:paraId="19BCFB56" w14:textId="77777777" w:rsidR="006A2D70" w:rsidRDefault="00000000" w:rsidP="00843170">
          <w:pPr>
            <w:pStyle w:val="Nagwek"/>
            <w:tabs>
              <w:tab w:val="center" w:pos="2552"/>
            </w:tabs>
            <w:rPr>
              <w:sz w:val="16"/>
            </w:rPr>
          </w:pPr>
          <w:r>
            <w:rPr>
              <w:rFonts w:ascii="Times New Roman" w:hAnsi="Times New Roman"/>
              <w:sz w:val="24"/>
              <w:szCs w:val="24"/>
            </w:rPr>
            <w:object w:dxaOrig="1440" w:dyaOrig="1440" w14:anchorId="5499DFE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9" type="#_x0000_t75" style="position:absolute;left:0;text-align:left;margin-left:-1.3pt;margin-top:3.3pt;width:435.35pt;height:56.2pt;z-index:1">
                <v:imagedata r:id="rId1" o:title=""/>
              </v:shape>
              <o:OLEObject Type="Embed" ProgID="CorelDraw.Graphic.16" ShapeID="_x0000_s1029" DrawAspect="Content" ObjectID="_1817024673" r:id="rId2"/>
            </w:object>
          </w:r>
        </w:p>
      </w:tc>
      <w:tc>
        <w:tcPr>
          <w:tcW w:w="8007" w:type="dxa"/>
          <w:vAlign w:val="center"/>
        </w:tcPr>
        <w:p w14:paraId="0202C353" w14:textId="77777777" w:rsidR="006A2D70" w:rsidRDefault="006A2D70" w:rsidP="00843170">
          <w:pPr>
            <w:pStyle w:val="Nagwek"/>
            <w:tabs>
              <w:tab w:val="center" w:pos="2552"/>
            </w:tabs>
            <w:rPr>
              <w:sz w:val="16"/>
            </w:rPr>
          </w:pPr>
        </w:p>
      </w:tc>
    </w:tr>
  </w:tbl>
  <w:p w14:paraId="497565D8" w14:textId="77777777" w:rsidR="00BD0976" w:rsidRPr="002D5A86" w:rsidRDefault="00BD0976" w:rsidP="006A2D70">
    <w:pPr>
      <w:pStyle w:val="Nagwek"/>
      <w:tabs>
        <w:tab w:val="center" w:pos="1985"/>
      </w:tabs>
      <w:rPr>
        <w:rFonts w:ascii="ZapfHumnst TL" w:hAnsi="ZapfHumnst TL"/>
        <w:sz w:val="26"/>
        <w:szCs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78F3"/>
    <w:multiLevelType w:val="hybridMultilevel"/>
    <w:tmpl w:val="9EACD156"/>
    <w:lvl w:ilvl="0" w:tplc="E12A84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C4B42D2"/>
    <w:multiLevelType w:val="hybridMultilevel"/>
    <w:tmpl w:val="8FF64708"/>
    <w:lvl w:ilvl="0" w:tplc="5B729228">
      <w:start w:val="1"/>
      <w:numFmt w:val="lowerLetter"/>
      <w:lvlText w:val="%1)"/>
      <w:lvlJc w:val="left"/>
      <w:pPr>
        <w:ind w:left="1068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504CA7"/>
    <w:multiLevelType w:val="multilevel"/>
    <w:tmpl w:val="6BEEE4D0"/>
    <w:lvl w:ilvl="0">
      <w:start w:val="8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0" w:hanging="2160"/>
      </w:pPr>
      <w:rPr>
        <w:rFonts w:hint="default"/>
      </w:rPr>
    </w:lvl>
  </w:abstractNum>
  <w:abstractNum w:abstractNumId="3" w15:restartNumberingAfterBreak="0">
    <w:nsid w:val="12031E8D"/>
    <w:multiLevelType w:val="multilevel"/>
    <w:tmpl w:val="E2B27998"/>
    <w:lvl w:ilvl="0">
      <w:start w:val="3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0" w:hanging="2160"/>
      </w:pPr>
      <w:rPr>
        <w:rFonts w:hint="default"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AC231F2"/>
    <w:multiLevelType w:val="multilevel"/>
    <w:tmpl w:val="06B80E7E"/>
    <w:lvl w:ilvl="0">
      <w:start w:val="1"/>
      <w:numFmt w:val="decimal"/>
      <w:lvlText w:val="%1."/>
      <w:lvlJc w:val="left"/>
      <w:pPr>
        <w:ind w:left="644" w:hanging="360"/>
      </w:pPr>
      <w:rPr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0" w:hanging="2160"/>
      </w:pPr>
      <w:rPr>
        <w:rFonts w:hint="default"/>
      </w:rPr>
    </w:lvl>
  </w:abstractNum>
  <w:abstractNum w:abstractNumId="6" w15:restartNumberingAfterBreak="0">
    <w:nsid w:val="1B293BD3"/>
    <w:multiLevelType w:val="multilevel"/>
    <w:tmpl w:val="802692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9B5401"/>
    <w:multiLevelType w:val="hybridMultilevel"/>
    <w:tmpl w:val="97181A26"/>
    <w:lvl w:ilvl="0" w:tplc="8F8C60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117718"/>
    <w:multiLevelType w:val="multilevel"/>
    <w:tmpl w:val="05A85180"/>
    <w:lvl w:ilvl="0">
      <w:start w:val="6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0" w:hanging="2160"/>
      </w:pPr>
      <w:rPr>
        <w:rFonts w:hint="default"/>
      </w:rPr>
    </w:lvl>
  </w:abstractNum>
  <w:abstractNum w:abstractNumId="9" w15:restartNumberingAfterBreak="0">
    <w:nsid w:val="2AEE3718"/>
    <w:multiLevelType w:val="hybridMultilevel"/>
    <w:tmpl w:val="C7664F92"/>
    <w:lvl w:ilvl="0" w:tplc="E12A84B6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" w15:restartNumberingAfterBreak="0">
    <w:nsid w:val="30EE4616"/>
    <w:multiLevelType w:val="hybridMultilevel"/>
    <w:tmpl w:val="AE86DBF8"/>
    <w:lvl w:ilvl="0" w:tplc="D3EA3C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98E3CEE"/>
    <w:multiLevelType w:val="multilevel"/>
    <w:tmpl w:val="47B0A5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C7041F"/>
    <w:multiLevelType w:val="multilevel"/>
    <w:tmpl w:val="5CB637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/>
        <w:bCs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auto"/>
      </w:rPr>
    </w:lvl>
  </w:abstractNum>
  <w:abstractNum w:abstractNumId="15" w15:restartNumberingAfterBreak="0">
    <w:nsid w:val="69386928"/>
    <w:multiLevelType w:val="hybridMultilevel"/>
    <w:tmpl w:val="FD9A9EA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9446D0A"/>
    <w:multiLevelType w:val="hybridMultilevel"/>
    <w:tmpl w:val="CF0ED276"/>
    <w:lvl w:ilvl="0" w:tplc="E12A84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120304">
    <w:abstractNumId w:val="5"/>
  </w:num>
  <w:num w:numId="2" w16cid:durableId="1766151849">
    <w:abstractNumId w:val="12"/>
  </w:num>
  <w:num w:numId="3" w16cid:durableId="1698967106">
    <w:abstractNumId w:val="6"/>
  </w:num>
  <w:num w:numId="4" w16cid:durableId="612593508">
    <w:abstractNumId w:val="1"/>
  </w:num>
  <w:num w:numId="5" w16cid:durableId="768306690">
    <w:abstractNumId w:val="9"/>
  </w:num>
  <w:num w:numId="6" w16cid:durableId="1991327728">
    <w:abstractNumId w:val="0"/>
  </w:num>
  <w:num w:numId="7" w16cid:durableId="1978339457">
    <w:abstractNumId w:val="16"/>
  </w:num>
  <w:num w:numId="8" w16cid:durableId="1722709587">
    <w:abstractNumId w:val="15"/>
  </w:num>
  <w:num w:numId="9" w16cid:durableId="393620598">
    <w:abstractNumId w:val="13"/>
  </w:num>
  <w:num w:numId="10" w16cid:durableId="1942687924">
    <w:abstractNumId w:val="7"/>
  </w:num>
  <w:num w:numId="11" w16cid:durableId="1807233138">
    <w:abstractNumId w:val="4"/>
  </w:num>
  <w:num w:numId="12" w16cid:durableId="1897811990">
    <w:abstractNumId w:val="11"/>
  </w:num>
  <w:num w:numId="13" w16cid:durableId="2055813445">
    <w:abstractNumId w:val="3"/>
  </w:num>
  <w:num w:numId="14" w16cid:durableId="1992369476">
    <w:abstractNumId w:val="8"/>
  </w:num>
  <w:num w:numId="15" w16cid:durableId="1726103209">
    <w:abstractNumId w:val="10"/>
  </w:num>
  <w:num w:numId="16" w16cid:durableId="1535196797">
    <w:abstractNumId w:val="2"/>
  </w:num>
  <w:num w:numId="17" w16cid:durableId="6879506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pl-PL" w:vendorID="12" w:dllVersion="512" w:checkStyle="1"/>
  <w:proofState w:spelling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drawingGridHorizontalSpacing w:val="28"/>
  <w:drawingGridVerticalSpacing w:val="28"/>
  <w:doNotUseMarginsForDrawingGridOrigin/>
  <w:drawingGridVerticalOrigin w:val="1985"/>
  <w:doNotShadeFormData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E1B7E"/>
    <w:rsid w:val="000014E4"/>
    <w:rsid w:val="000119F3"/>
    <w:rsid w:val="00042835"/>
    <w:rsid w:val="00047E7A"/>
    <w:rsid w:val="000900EC"/>
    <w:rsid w:val="00090553"/>
    <w:rsid w:val="000E3DDE"/>
    <w:rsid w:val="0010394F"/>
    <w:rsid w:val="00113553"/>
    <w:rsid w:val="001343F3"/>
    <w:rsid w:val="00165AC8"/>
    <w:rsid w:val="001A18F4"/>
    <w:rsid w:val="001B71FA"/>
    <w:rsid w:val="001E1B7E"/>
    <w:rsid w:val="00251C2F"/>
    <w:rsid w:val="0028211B"/>
    <w:rsid w:val="002A590B"/>
    <w:rsid w:val="002C63A1"/>
    <w:rsid w:val="002D5A86"/>
    <w:rsid w:val="002D78CD"/>
    <w:rsid w:val="00337DA1"/>
    <w:rsid w:val="003D3B15"/>
    <w:rsid w:val="00455B11"/>
    <w:rsid w:val="004609B6"/>
    <w:rsid w:val="0047130F"/>
    <w:rsid w:val="004D5270"/>
    <w:rsid w:val="004E2849"/>
    <w:rsid w:val="00501D7D"/>
    <w:rsid w:val="00532D78"/>
    <w:rsid w:val="0056340D"/>
    <w:rsid w:val="005D3E91"/>
    <w:rsid w:val="005E7ACE"/>
    <w:rsid w:val="00602C5E"/>
    <w:rsid w:val="006261AE"/>
    <w:rsid w:val="006469E7"/>
    <w:rsid w:val="006A2D70"/>
    <w:rsid w:val="006B0500"/>
    <w:rsid w:val="00741308"/>
    <w:rsid w:val="007B1549"/>
    <w:rsid w:val="007B315F"/>
    <w:rsid w:val="007C1280"/>
    <w:rsid w:val="007F19EF"/>
    <w:rsid w:val="00806DE8"/>
    <w:rsid w:val="00816E25"/>
    <w:rsid w:val="008503FD"/>
    <w:rsid w:val="00887492"/>
    <w:rsid w:val="008B402B"/>
    <w:rsid w:val="009365B6"/>
    <w:rsid w:val="009A43E3"/>
    <w:rsid w:val="009B084E"/>
    <w:rsid w:val="009E4203"/>
    <w:rsid w:val="00A064D9"/>
    <w:rsid w:val="00A5470C"/>
    <w:rsid w:val="00A644F6"/>
    <w:rsid w:val="00A83F3E"/>
    <w:rsid w:val="00AA298D"/>
    <w:rsid w:val="00AD6EEF"/>
    <w:rsid w:val="00AF4F7A"/>
    <w:rsid w:val="00B033EC"/>
    <w:rsid w:val="00B33A3A"/>
    <w:rsid w:val="00B50424"/>
    <w:rsid w:val="00B84F28"/>
    <w:rsid w:val="00B969C9"/>
    <w:rsid w:val="00BB24F7"/>
    <w:rsid w:val="00BB6B49"/>
    <w:rsid w:val="00BC3B92"/>
    <w:rsid w:val="00BC7119"/>
    <w:rsid w:val="00BD0976"/>
    <w:rsid w:val="00C85E7F"/>
    <w:rsid w:val="00CE4A36"/>
    <w:rsid w:val="00D31580"/>
    <w:rsid w:val="00D605D4"/>
    <w:rsid w:val="00D76E9A"/>
    <w:rsid w:val="00D93028"/>
    <w:rsid w:val="00DF548C"/>
    <w:rsid w:val="00E2715E"/>
    <w:rsid w:val="00E94981"/>
    <w:rsid w:val="00EA0BC6"/>
    <w:rsid w:val="00EB3B2A"/>
    <w:rsid w:val="00F01D1A"/>
    <w:rsid w:val="00F20444"/>
    <w:rsid w:val="00F25DEE"/>
    <w:rsid w:val="00F849A4"/>
    <w:rsid w:val="00FC0BB1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69EE4E"/>
  <w15:docId w15:val="{A79EB78D-D6D5-4C6C-8B30-7DDC27657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1308"/>
    <w:pPr>
      <w:jc w:val="both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i/>
      <w:sz w:val="4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130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semiHidden/>
    <w:rsid w:val="00741308"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  <w:rsid w:val="00741308"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Trescpunktu">
    <w:name w:val="Tresc punktu"/>
    <w:basedOn w:val="Normalny"/>
    <w:rsid w:val="00741308"/>
    <w:pPr>
      <w:ind w:left="425" w:hanging="425"/>
    </w:pPr>
  </w:style>
  <w:style w:type="paragraph" w:customStyle="1" w:styleId="Aduzasadnienie">
    <w:name w:val="Ad_uzasadnienie"/>
    <w:basedOn w:val="Normalny"/>
    <w:autoRedefine/>
    <w:rsid w:val="00741308"/>
    <w:pPr>
      <w:ind w:left="425"/>
    </w:pPr>
  </w:style>
  <w:style w:type="paragraph" w:customStyle="1" w:styleId="Adresatdokumentu">
    <w:name w:val="Adresat dokumentu"/>
    <w:basedOn w:val="Normalny"/>
    <w:autoRedefine/>
    <w:rsid w:val="00741308"/>
    <w:pPr>
      <w:ind w:left="5103"/>
      <w:jc w:val="left"/>
    </w:pPr>
    <w:rPr>
      <w:b/>
    </w:rPr>
  </w:style>
  <w:style w:type="paragraph" w:customStyle="1" w:styleId="Kod">
    <w:name w:val="Kod"/>
    <w:next w:val="Normalny"/>
    <w:autoRedefine/>
    <w:rsid w:val="00741308"/>
    <w:pPr>
      <w:keepNext/>
    </w:pPr>
    <w:rPr>
      <w:rFonts w:ascii="Arial" w:hAnsi="Arial"/>
      <w:b/>
      <w:caps/>
      <w:noProof/>
      <w:color w:val="FFFFFF"/>
      <w:sz w:val="22"/>
    </w:rPr>
  </w:style>
  <w:style w:type="paragraph" w:customStyle="1" w:styleId="Podstawaprawna">
    <w:name w:val="Podstawa prawna"/>
    <w:basedOn w:val="Normalny"/>
    <w:next w:val="Normalny"/>
    <w:rsid w:val="00741308"/>
    <w:pPr>
      <w:ind w:left="425" w:hanging="425"/>
    </w:pPr>
  </w:style>
  <w:style w:type="paragraph" w:customStyle="1" w:styleId="Tresczarzutu">
    <w:name w:val="Tresc zarzutu"/>
    <w:basedOn w:val="Normalny"/>
    <w:autoRedefine/>
    <w:rsid w:val="00741308"/>
    <w:pPr>
      <w:tabs>
        <w:tab w:val="left" w:leader="dot" w:pos="9781"/>
      </w:tabs>
      <w:ind w:left="425"/>
    </w:pPr>
    <w:rPr>
      <w:b/>
    </w:rPr>
  </w:style>
  <w:style w:type="paragraph" w:customStyle="1" w:styleId="Przepisykolegium">
    <w:name w:val="Przepisy kolegium"/>
    <w:basedOn w:val="Normalny"/>
    <w:autoRedefine/>
    <w:rsid w:val="00741308"/>
    <w:pPr>
      <w:ind w:left="425" w:hanging="425"/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">
    <w:name w:val="Body Text"/>
    <w:basedOn w:val="Normalny"/>
    <w:next w:val="Normalny"/>
    <w:link w:val="TekstpodstawowyZnak"/>
    <w:rsid w:val="00741308"/>
  </w:style>
  <w:style w:type="character" w:customStyle="1" w:styleId="TekstpodstawowyZnak">
    <w:name w:val="Tekst podstawowy Znak"/>
    <w:link w:val="Tekstpodstawowy"/>
    <w:rsid w:val="00532D78"/>
    <w:rPr>
      <w:rFonts w:ascii="Arial" w:hAnsi="Arial"/>
      <w:sz w:val="22"/>
    </w:rPr>
  </w:style>
  <w:style w:type="character" w:customStyle="1" w:styleId="StopkaZnak">
    <w:name w:val="Stopka Znak"/>
    <w:link w:val="Stopka"/>
    <w:rsid w:val="009B084E"/>
    <w:rPr>
      <w:rFonts w:ascii="Arial" w:hAnsi="Arial"/>
      <w:sz w:val="22"/>
    </w:rPr>
  </w:style>
  <w:style w:type="character" w:styleId="Numerwiersza">
    <w:name w:val="line number"/>
    <w:basedOn w:val="Domylnaczcionkaakapitu"/>
    <w:rsid w:val="002D5A86"/>
  </w:style>
  <w:style w:type="character" w:customStyle="1" w:styleId="Nagwek2Znak">
    <w:name w:val="Nagłówek 2 Znak"/>
    <w:link w:val="Nagwek2"/>
    <w:semiHidden/>
    <w:rsid w:val="00741308"/>
    <w:rPr>
      <w:rFonts w:ascii="Calibri Light" w:hAnsi="Calibri Light"/>
      <w:b/>
      <w:bCs/>
      <w:i/>
      <w:iCs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741308"/>
    <w:pPr>
      <w:ind w:left="708"/>
    </w:pPr>
  </w:style>
  <w:style w:type="character" w:customStyle="1" w:styleId="AkapitzlistZnak">
    <w:name w:val="Akapit z listą Znak"/>
    <w:link w:val="Akapitzlist"/>
    <w:uiPriority w:val="34"/>
    <w:qFormat/>
    <w:rsid w:val="00741308"/>
    <w:rPr>
      <w:rFonts w:ascii="Arial" w:hAnsi="Arial"/>
      <w:sz w:val="22"/>
    </w:rPr>
  </w:style>
  <w:style w:type="character" w:styleId="Uwydatnienie">
    <w:name w:val="Emphasis"/>
    <w:uiPriority w:val="20"/>
    <w:qFormat/>
    <w:rsid w:val="00741308"/>
    <w:rPr>
      <w:i/>
      <w:iCs/>
    </w:rPr>
  </w:style>
  <w:style w:type="table" w:styleId="Tabela-Siatka">
    <w:name w:val="Table Grid"/>
    <w:basedOn w:val="Standardowy"/>
    <w:rsid w:val="007413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://lex.pip.gov.pl/" TargetMode="External" Id="rId13" /><Relationship Type="http://schemas.openxmlformats.org/officeDocument/2006/relationships/hyperlink" Target="http://lex.pip.gov.pl/" TargetMode="External" Id="rId18" /><Relationship Type="http://schemas.openxmlformats.org/officeDocument/2006/relationships/header" Target="header3.xml" Id="rId26" /><Relationship Type="http://schemas.openxmlformats.org/officeDocument/2006/relationships/customXml" Target="../customXml/item3.xml" Id="rId3" /><Relationship Type="http://schemas.openxmlformats.org/officeDocument/2006/relationships/hyperlink" Target="mailto:kancelaria@opole.pip.gov.pl" TargetMode="External" Id="rId21" /><Relationship Type="http://schemas.openxmlformats.org/officeDocument/2006/relationships/settings" Target="settings.xml" Id="rId7" /><Relationship Type="http://schemas.openxmlformats.org/officeDocument/2006/relationships/hyperlink" Target="mailto:kancelaria@opole.pip.gov.pl" TargetMode="External" Id="rId12" /><Relationship Type="http://schemas.openxmlformats.org/officeDocument/2006/relationships/hyperlink" Target="http://lex.pip.gov.pl/" TargetMode="External" Id="rId17" /><Relationship Type="http://schemas.openxmlformats.org/officeDocument/2006/relationships/footer" Target="footer2.xml" Id="rId25" /><Relationship Type="http://schemas.openxmlformats.org/officeDocument/2006/relationships/customXml" Target="../customXml/item2.xml" Id="rId2" /><Relationship Type="http://schemas.openxmlformats.org/officeDocument/2006/relationships/hyperlink" Target="http://lex.pip.gov.pl/" TargetMode="External" Id="rId16" /><Relationship Type="http://schemas.openxmlformats.org/officeDocument/2006/relationships/hyperlink" Target="mailto:kancelaria@opole.pip.gov.pl" TargetMode="External" Id="rId20" /><Relationship Type="http://schemas.openxmlformats.org/officeDocument/2006/relationships/theme" Target="theme/theme1.xml" Id="rId29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footer" Target="footer1.xml" Id="rId24" /><Relationship Type="http://schemas.openxmlformats.org/officeDocument/2006/relationships/numbering" Target="numbering.xml" Id="rId5" /><Relationship Type="http://schemas.openxmlformats.org/officeDocument/2006/relationships/hyperlink" Target="http://lex.pip.gov.pl/" TargetMode="External" Id="rId15" /><Relationship Type="http://schemas.openxmlformats.org/officeDocument/2006/relationships/header" Target="header2.xml" Id="rId23" /><Relationship Type="http://schemas.openxmlformats.org/officeDocument/2006/relationships/fontTable" Target="fontTable.xml" Id="rId28" /><Relationship Type="http://schemas.openxmlformats.org/officeDocument/2006/relationships/endnotes" Target="endnotes.xml" Id="rId10" /><Relationship Type="http://schemas.openxmlformats.org/officeDocument/2006/relationships/hyperlink" Target="http://lex.pip.gov.pl/" TargetMode="Externa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://lex.pip.gov.pl/" TargetMode="External" Id="rId14" /><Relationship Type="http://schemas.openxmlformats.org/officeDocument/2006/relationships/header" Target="header1.xml" Id="rId22" /><Relationship Type="http://schemas.openxmlformats.org/officeDocument/2006/relationships/footer" Target="footer3.xml" Id="rId27" /><Relationship Type="http://schemas.openxmlformats.org/officeDocument/2006/relationships/image" Target="/media/image2.png" Id="R5d138681e52d45b3" 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Navigato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OP-*</Komorki>
    <Opis xmlns="24013cd9-d7a6-4e0b-bde9-b4174ed491f6" xsi:nil="true"/>
    <TypSzablonu xmlns="5092F08F-8307-42F4-B594-D3D94BB5AA40" xsi:nil="true"/>
  </documentManagement>
</p:properties>
</file>

<file path=customXml/itemProps1.xml><?xml version="1.0" encoding="utf-8"?>
<ds:datastoreItem xmlns:ds="http://schemas.openxmlformats.org/officeDocument/2006/customXml" ds:itemID="{433F3686-5BF4-442F-B79D-980ADAA1F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C9ADA3-2D21-4E41-96E1-EA54C0F0DC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892DB4-3DC2-43F9-ACA7-D631FB5707E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FC5867-48F7-468B-98F8-677F952FC8A1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Navigator</Template>
  <TotalTime>22</TotalTime>
  <Pages>9</Pages>
  <Words>3242</Words>
  <Characters>19457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OIP_Instytucja_kolor</vt:lpstr>
    </vt:vector>
  </TitlesOfParts>
  <Company>PIP OIP Opole</Company>
  <LinksUpToDate>false</LinksUpToDate>
  <CharactersWithSpaces>22654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OIP_Instytucja_kolor</dc:title>
  <dc:creator>Agnieszka Korbaś</dc:creator>
  <cp:lastModifiedBy>Beata Chadryś</cp:lastModifiedBy>
  <cp:revision>10</cp:revision>
  <cp:lastPrinted>2015-11-27T13:13:00Z</cp:lastPrinted>
  <dcterms:created xsi:type="dcterms:W3CDTF">2019-02-15T13:43:00Z</dcterms:created>
  <dcterms:modified xsi:type="dcterms:W3CDTF">2025-08-18T10:18:00Z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PodpisInfo">
    <vt:lpwstr>PodpisInfo</vt:lpwstr>
  </op:property>
  <op:property fmtid="{D5CDD505-2E9C-101B-9397-08002B2CF9AE}" pid="3" name="Ulica">
    <vt:lpwstr>adresUlica</vt:lpwstr>
  </op:property>
  <op:property fmtid="{D5CDD505-2E9C-101B-9397-08002B2CF9AE}" pid="4" name="TypUl">
    <vt:lpwstr>adresTypUlicy</vt:lpwstr>
  </op:property>
  <op:property fmtid="{D5CDD505-2E9C-101B-9397-08002B2CF9AE}" pid="5" name="NrDom">
    <vt:lpwstr>adresNrDomu</vt:lpwstr>
  </op:property>
  <op:property fmtid="{D5CDD505-2E9C-101B-9397-08002B2CF9AE}" pid="6" name="NrLok">
    <vt:lpwstr>adresNrLokalu</vt:lpwstr>
  </op:property>
  <op:property fmtid="{D5CDD505-2E9C-101B-9397-08002B2CF9AE}" pid="7" name="ContentTypeId">
    <vt:lpwstr>0x0101003900F30AF4F6BB4E80176D87F742B963</vt:lpwstr>
  </op:property>
  <op:property fmtid="{D5CDD505-2E9C-101B-9397-08002B2CF9AE}" pid="8" name="ZnakPisma">
    <vt:lpwstr>OP-PORA-A.213.13.2025.1</vt:lpwstr>
  </op:property>
  <op:property fmtid="{D5CDD505-2E9C-101B-9397-08002B2CF9AE}" pid="9" name="UNPPisma">
    <vt:lpwstr>OP-25-17691</vt:lpwstr>
  </op:property>
  <op:property fmtid="{D5CDD505-2E9C-101B-9397-08002B2CF9AE}" pid="10" name="ZnakSprawy">
    <vt:lpwstr>OP-PORA-A.213.13.2025</vt:lpwstr>
  </op:property>
  <op:property fmtid="{D5CDD505-2E9C-101B-9397-08002B2CF9AE}" pid="11" name="ZnakSprawy2">
    <vt:lpwstr>Znak sprawy: OP-PORA-A.213.13.2025</vt:lpwstr>
  </op:property>
  <op:property fmtid="{D5CDD505-2E9C-101B-9397-08002B2CF9AE}" pid="12" name="AktualnaDataSlownie">
    <vt:lpwstr>18 sierpnia 2025</vt:lpwstr>
  </op:property>
  <op:property fmtid="{D5CDD505-2E9C-101B-9397-08002B2CF9AE}" pid="13" name="ZnakSprawyPrzedPrzeniesieniem">
    <vt:lpwstr/>
  </op:property>
  <op:property fmtid="{D5CDD505-2E9C-101B-9397-08002B2CF9AE}" pid="14" name="Autor">
    <vt:lpwstr>Chadryś Beata</vt:lpwstr>
  </op:property>
  <op:property fmtid="{D5CDD505-2E9C-101B-9397-08002B2CF9AE}" pid="15" name="AutorNumer">
    <vt:lpwstr>110230</vt:lpwstr>
  </op:property>
  <op:property fmtid="{D5CDD505-2E9C-101B-9397-08002B2CF9AE}" pid="16" name="AutorKomorkaNadrzedna">
    <vt:lpwstr>Zastępca Okręgowego Inspektora Pracy ds. Prawno-Organizacyjnych(P)</vt:lpwstr>
  </op:property>
  <op:property fmtid="{D5CDD505-2E9C-101B-9397-08002B2CF9AE}" pid="17" name="AutorInicjaly">
    <vt:lpwstr>BC</vt:lpwstr>
  </op:property>
  <op:property fmtid="{D5CDD505-2E9C-101B-9397-08002B2CF9AE}" pid="18" name="AutorNrTelefonu">
    <vt:lpwstr>774700918</vt:lpwstr>
  </op:property>
  <op:property fmtid="{D5CDD505-2E9C-101B-9397-08002B2CF9AE}" pid="19" name="Stanowisko">
    <vt:lpwstr>Starszy specjalista</vt:lpwstr>
  </op:property>
  <op:property fmtid="{D5CDD505-2E9C-101B-9397-08002B2CF9AE}" pid="20" name="OpisPisma">
    <vt:lpwstr>zapytanie ofertowe - dostawa samochodu osobowego</vt:lpwstr>
  </op:property>
  <op:property fmtid="{D5CDD505-2E9C-101B-9397-08002B2CF9AE}" pid="21" name="Komorka">
    <vt:lpwstr>Okręgowy Inspektor Pracy</vt:lpwstr>
  </op:property>
  <op:property fmtid="{D5CDD505-2E9C-101B-9397-08002B2CF9AE}" pid="22" name="KodKomorki">
    <vt:lpwstr>O</vt:lpwstr>
  </op:property>
  <op:property fmtid="{D5CDD505-2E9C-101B-9397-08002B2CF9AE}" pid="23" name="AktualnaData">
    <vt:lpwstr>2025-08-18</vt:lpwstr>
  </op:property>
  <op:property fmtid="{D5CDD505-2E9C-101B-9397-08002B2CF9AE}" pid="24" name="Wydzial">
    <vt:lpwstr>Sekcja Organizacji i Analiz</vt:lpwstr>
  </op:property>
  <op:property fmtid="{D5CDD505-2E9C-101B-9397-08002B2CF9AE}" pid="25" name="KodWydzialu">
    <vt:lpwstr>PORA-A</vt:lpwstr>
  </op:property>
  <op:property fmtid="{D5CDD505-2E9C-101B-9397-08002B2CF9AE}" pid="26" name="ZaakceptowanePrzez">
    <vt:lpwstr>n/d</vt:lpwstr>
  </op:property>
  <op:property fmtid="{D5CDD505-2E9C-101B-9397-08002B2CF9AE}" pid="27" name="PrzekazanieDo">
    <vt:lpwstr/>
  </op:property>
  <op:property fmtid="{D5CDD505-2E9C-101B-9397-08002B2CF9AE}" pid="28" name="PrzekazanieDoStanowisko">
    <vt:lpwstr/>
  </op:property>
  <op:property fmtid="{D5CDD505-2E9C-101B-9397-08002B2CF9AE}" pid="29" name="PrzekazanieDoKomorkaPracownika">
    <vt:lpwstr/>
  </op:property>
  <op:property fmtid="{D5CDD505-2E9C-101B-9397-08002B2CF9AE}" pid="30" name="PrzekazanieWgRozdzielnika">
    <vt:lpwstr/>
  </op:property>
  <op:property fmtid="{D5CDD505-2E9C-101B-9397-08002B2CF9AE}" pid="31" name="adresImie">
    <vt:lpwstr/>
  </op:property>
  <op:property fmtid="{D5CDD505-2E9C-101B-9397-08002B2CF9AE}" pid="32" name="adresNazwisko">
    <vt:lpwstr/>
  </op:property>
  <op:property fmtid="{D5CDD505-2E9C-101B-9397-08002B2CF9AE}" pid="33" name="adresNazwa">
    <vt:lpwstr>BIP</vt:lpwstr>
  </op:property>
  <op:property fmtid="{D5CDD505-2E9C-101B-9397-08002B2CF9AE}" pid="34" name="adresOddzial">
    <vt:lpwstr/>
  </op:property>
  <op:property fmtid="{D5CDD505-2E9C-101B-9397-08002B2CF9AE}" pid="35" name="adresTypUlicy">
    <vt:lpwstr/>
  </op:property>
  <op:property fmtid="{D5CDD505-2E9C-101B-9397-08002B2CF9AE}" pid="36" name="adresUlica">
    <vt:lpwstr/>
  </op:property>
  <op:property fmtid="{D5CDD505-2E9C-101B-9397-08002B2CF9AE}" pid="37" name="adresNrDomu">
    <vt:lpwstr/>
  </op:property>
  <op:property fmtid="{D5CDD505-2E9C-101B-9397-08002B2CF9AE}" pid="38" name="adresNrLokalu">
    <vt:lpwstr/>
  </op:property>
  <op:property fmtid="{D5CDD505-2E9C-101B-9397-08002B2CF9AE}" pid="39" name="adresKodPocztowy">
    <vt:lpwstr/>
  </op:property>
  <op:property fmtid="{D5CDD505-2E9C-101B-9397-08002B2CF9AE}" pid="40" name="adresMiejscowosc">
    <vt:lpwstr/>
  </op:property>
  <op:property fmtid="{D5CDD505-2E9C-101B-9397-08002B2CF9AE}" pid="41" name="adresPoczta">
    <vt:lpwstr/>
  </op:property>
  <op:property fmtid="{D5CDD505-2E9C-101B-9397-08002B2CF9AE}" pid="42" name="adresEMail">
    <vt:lpwstr/>
  </op:property>
  <op:property fmtid="{D5CDD505-2E9C-101B-9397-08002B2CF9AE}" pid="43" name="DataNaPismie">
    <vt:lpwstr>2025-08-18</vt:lpwstr>
  </op:property>
  <op:property fmtid="{D5CDD505-2E9C-101B-9397-08002B2CF9AE}" pid="44" name="adresaciDW">
    <vt:lpwstr/>
  </op:property>
  <op:property fmtid="{D5CDD505-2E9C-101B-9397-08002B2CF9AE}" pid="45" name="adresaciDW2">
    <vt:lpwstr/>
  </op:property>
  <op:property fmtid="{D5CDD505-2E9C-101B-9397-08002B2CF9AE}" pid="46" name="DataCzasWprowadzenia">
    <vt:lpwstr>2025-08-18 12:07:20</vt:lpwstr>
  </op:property>
  <op:property fmtid="{D5CDD505-2E9C-101B-9397-08002B2CF9AE}" pid="47" name="TematSprawy">
    <vt:lpwstr>Zakup samochodu osobowego</vt:lpwstr>
  </op:property>
  <op:property fmtid="{D5CDD505-2E9C-101B-9397-08002B2CF9AE}" pid="48" name="ProwadzacySprawe">
    <vt:lpwstr>Chadryś Beata</vt:lpwstr>
  </op:property>
  <op:property fmtid="{D5CDD505-2E9C-101B-9397-08002B2CF9AE}" pid="49" name="DaneJednostki1">
    <vt:lpwstr>Okręgowy Inspektorat Pracy</vt:lpwstr>
  </op:property>
  <op:property fmtid="{D5CDD505-2E9C-101B-9397-08002B2CF9AE}" pid="50" name="PolaDodatkowe1">
    <vt:lpwstr>Okręgowy Inspektorat Pracy</vt:lpwstr>
  </op:property>
  <op:property fmtid="{D5CDD505-2E9C-101B-9397-08002B2CF9AE}" pid="51" name="DaneJednostki2">
    <vt:lpwstr>Opole</vt:lpwstr>
  </op:property>
  <op:property fmtid="{D5CDD505-2E9C-101B-9397-08002B2CF9AE}" pid="52" name="PolaDodatkowe2">
    <vt:lpwstr>Opole</vt:lpwstr>
  </op:property>
  <op:property fmtid="{D5CDD505-2E9C-101B-9397-08002B2CF9AE}" pid="53" name="DaneJednostki3">
    <vt:lpwstr>45-231</vt:lpwstr>
  </op:property>
  <op:property fmtid="{D5CDD505-2E9C-101B-9397-08002B2CF9AE}" pid="54" name="PolaDodatkowe3">
    <vt:lpwstr>45-231</vt:lpwstr>
  </op:property>
  <op:property fmtid="{D5CDD505-2E9C-101B-9397-08002B2CF9AE}" pid="55" name="DaneJednostki4">
    <vt:lpwstr>Oleska</vt:lpwstr>
  </op:property>
  <op:property fmtid="{D5CDD505-2E9C-101B-9397-08002B2CF9AE}" pid="56" name="PolaDodatkowe4">
    <vt:lpwstr>Oleska</vt:lpwstr>
  </op:property>
  <op:property fmtid="{D5CDD505-2E9C-101B-9397-08002B2CF9AE}" pid="57" name="DaneJednostki5">
    <vt:lpwstr>121C</vt:lpwstr>
  </op:property>
  <op:property fmtid="{D5CDD505-2E9C-101B-9397-08002B2CF9AE}" pid="58" name="PolaDodatkowe5">
    <vt:lpwstr>121C</vt:lpwstr>
  </op:property>
  <op:property fmtid="{D5CDD505-2E9C-101B-9397-08002B2CF9AE}" pid="59" name="DaneJednostki6">
    <vt:lpwstr>774700900</vt:lpwstr>
  </op:property>
  <op:property fmtid="{D5CDD505-2E9C-101B-9397-08002B2CF9AE}" pid="60" name="PolaDodatkowe6">
    <vt:lpwstr>774700900</vt:lpwstr>
  </op:property>
  <op:property fmtid="{D5CDD505-2E9C-101B-9397-08002B2CF9AE}" pid="61" name="DaneJednostki7">
    <vt:lpwstr>774574207</vt:lpwstr>
  </op:property>
  <op:property fmtid="{D5CDD505-2E9C-101B-9397-08002B2CF9AE}" pid="62" name="PolaDodatkowe7">
    <vt:lpwstr>774574207</vt:lpwstr>
  </op:property>
  <op:property fmtid="{D5CDD505-2E9C-101B-9397-08002B2CF9AE}" pid="63" name="DaneJednostki8">
    <vt:lpwstr>kancelaria@opole.pip.gov.pl</vt:lpwstr>
  </op:property>
  <op:property fmtid="{D5CDD505-2E9C-101B-9397-08002B2CF9AE}" pid="64" name="PolaDodatkowe8">
    <vt:lpwstr>kancelaria@opole.pip.gov.pl</vt:lpwstr>
  </op:property>
  <op:property fmtid="{D5CDD505-2E9C-101B-9397-08002B2CF9AE}" pid="65" name="DaneJednostki9">
    <vt:lpwstr>opole.pip.gov.pl</vt:lpwstr>
  </op:property>
  <op:property fmtid="{D5CDD505-2E9C-101B-9397-08002B2CF9AE}" pid="66" name="PolaDodatkowe9">
    <vt:lpwstr>opole.pip.gov.pl</vt:lpwstr>
  </op:property>
  <op:property fmtid="{D5CDD505-2E9C-101B-9397-08002B2CF9AE}" pid="67" name="KodKreskowy">
    <vt:lpwstr> </vt:lpwstr>
  </op:property>
  <op:property fmtid="{D5CDD505-2E9C-101B-9397-08002B2CF9AE}" pid="68" name="TrescPisma">
    <vt:lpwstr/>
  </op:property>
</op:Properties>
</file>